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diagrams/quickStyle1.xml" ContentType="application/vnd.openxmlformats-officedocument.drawingml.diagramStyle+xml"/>
  <Override PartName="/word/diagrams/layout1.xml" ContentType="application/vnd.openxmlformats-officedocument.drawingml.diagramLayou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95994" w14:textId="3785FB1D" w:rsidR="00A8391F" w:rsidRDefault="00395559">
      <w:bookmarkStart w:id="0" w:name="_GoBack"/>
      <w:bookmarkEnd w:id="0"/>
      <w:r>
        <w:rPr>
          <w:noProof/>
        </w:rPr>
        <w:drawing>
          <wp:inline distT="0" distB="0" distL="0" distR="0" wp14:editId="122BDB3A">
            <wp:extent cx="5910580" cy="3416300"/>
            <wp:effectExtent l="0" t="0" r="0" b="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8391F" w:rsidSect="00244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E6"/>
    <w:rsid w:val="00244D7F"/>
    <w:rsid w:val="00266A01"/>
    <w:rsid w:val="003213B2"/>
    <w:rsid w:val="00345DC4"/>
    <w:rsid w:val="00395559"/>
    <w:rsid w:val="004447A1"/>
    <w:rsid w:val="0063178A"/>
    <w:rsid w:val="007C5863"/>
    <w:rsid w:val="008472E6"/>
    <w:rsid w:val="00925844"/>
    <w:rsid w:val="00A8391F"/>
    <w:rsid w:val="00AA0B42"/>
    <w:rsid w:val="00AD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581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4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7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4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7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281AEC-93CF-4C12-832A-5681CC9D0A4A}" type="doc">
      <dgm:prSet loTypeId="urn:microsoft.com/office/officeart/2008/layout/HalfCircleOrganizationChart" loCatId="hierarchy" qsTypeId="urn:microsoft.com/office/officeart/2005/8/quickstyle/simple1#1" qsCatId="simple" csTypeId="urn:microsoft.com/office/officeart/2005/8/colors/accent1_2#1" csCatId="accent1" phldr="1"/>
      <dgm:spPr/>
      <dgm:t>
        <a:bodyPr/>
        <a:lstStyle/>
        <a:p>
          <a:endParaRPr lang="en-US"/>
        </a:p>
      </dgm:t>
    </dgm:pt>
    <dgm:pt modelId="{811626A3-C158-4D4D-8561-F5BA847CAE6B}">
      <dgm:prSet phldrT="[Text]"/>
      <dgm:spPr/>
      <dgm:t>
        <a:bodyPr/>
        <a:lstStyle/>
        <a:p>
          <a:r>
            <a:rPr lang="en-US"/>
            <a:t>Travel Directors</a:t>
          </a:r>
        </a:p>
      </dgm:t>
    </dgm:pt>
    <dgm:pt modelId="{9415AEDD-C8F0-4E57-8F6A-DA7F68B9E944}" type="parTrans" cxnId="{89D3B72D-BAA5-4532-96C3-1E2CFD61D751}">
      <dgm:prSet/>
      <dgm:spPr/>
      <dgm:t>
        <a:bodyPr/>
        <a:lstStyle/>
        <a:p>
          <a:endParaRPr lang="en-US"/>
        </a:p>
      </dgm:t>
    </dgm:pt>
    <dgm:pt modelId="{FCD663C8-3ABD-4E07-902F-403485A32E9A}" type="sibTrans" cxnId="{89D3B72D-BAA5-4532-96C3-1E2CFD61D751}">
      <dgm:prSet/>
      <dgm:spPr/>
      <dgm:t>
        <a:bodyPr/>
        <a:lstStyle/>
        <a:p>
          <a:endParaRPr lang="en-US"/>
        </a:p>
      </dgm:t>
    </dgm:pt>
    <dgm:pt modelId="{F576A532-584A-4401-AA20-C047DF526279}">
      <dgm:prSet phldrT="[Text]"/>
      <dgm:spPr/>
      <dgm:t>
        <a:bodyPr/>
        <a:lstStyle/>
        <a:p>
          <a:r>
            <a:rPr lang="en-US"/>
            <a:t>New York</a:t>
          </a:r>
        </a:p>
      </dgm:t>
    </dgm:pt>
    <dgm:pt modelId="{13914C90-25C5-4E6C-81FB-1A6003CACC76}" type="parTrans" cxnId="{33BDE311-4EE5-462D-A63B-6B49F3F3D37C}">
      <dgm:prSet/>
      <dgm:spPr/>
      <dgm:t>
        <a:bodyPr/>
        <a:lstStyle/>
        <a:p>
          <a:endParaRPr lang="en-US"/>
        </a:p>
      </dgm:t>
    </dgm:pt>
    <dgm:pt modelId="{AB5AA582-930F-4724-AC97-0630C71588FE}" type="sibTrans" cxnId="{33BDE311-4EE5-462D-A63B-6B49F3F3D37C}">
      <dgm:prSet/>
      <dgm:spPr/>
      <dgm:t>
        <a:bodyPr/>
        <a:lstStyle/>
        <a:p>
          <a:endParaRPr lang="en-US"/>
        </a:p>
      </dgm:t>
    </dgm:pt>
    <dgm:pt modelId="{9F9C7338-0705-4EBD-B40A-C8A62F39B143}">
      <dgm:prSet phldrT="[Text]"/>
      <dgm:spPr/>
      <dgm:t>
        <a:bodyPr/>
        <a:lstStyle/>
        <a:p>
          <a:r>
            <a:rPr lang="en-US"/>
            <a:t>London</a:t>
          </a:r>
        </a:p>
      </dgm:t>
    </dgm:pt>
    <dgm:pt modelId="{A7D86F82-C8A8-4C06-9065-3A8E105C6B6D}" type="parTrans" cxnId="{4A214A9A-73D1-4708-9E8C-1CCDCE7C949D}">
      <dgm:prSet/>
      <dgm:spPr/>
      <dgm:t>
        <a:bodyPr/>
        <a:lstStyle/>
        <a:p>
          <a:endParaRPr lang="en-US"/>
        </a:p>
      </dgm:t>
    </dgm:pt>
    <dgm:pt modelId="{6580D1F2-272D-43D5-ABA5-4F378A784848}" type="sibTrans" cxnId="{4A214A9A-73D1-4708-9E8C-1CCDCE7C949D}">
      <dgm:prSet/>
      <dgm:spPr/>
      <dgm:t>
        <a:bodyPr/>
        <a:lstStyle/>
        <a:p>
          <a:endParaRPr lang="en-US"/>
        </a:p>
      </dgm:t>
    </dgm:pt>
    <dgm:pt modelId="{F47175CB-5689-4372-8D84-14445B24C02D}">
      <dgm:prSet phldrT="[Text]"/>
      <dgm:spPr/>
      <dgm:t>
        <a:bodyPr/>
        <a:lstStyle/>
        <a:p>
          <a:r>
            <a:rPr lang="en-US"/>
            <a:t>Nick Klassen</a:t>
          </a:r>
        </a:p>
      </dgm:t>
    </dgm:pt>
    <dgm:pt modelId="{EE93154C-77C9-44BF-BA5D-0A1A6BE493E8}" type="parTrans" cxnId="{8CDF962F-B65A-48EE-8083-797D338D46F2}">
      <dgm:prSet/>
      <dgm:spPr/>
      <dgm:t>
        <a:bodyPr/>
        <a:lstStyle/>
        <a:p>
          <a:endParaRPr lang="en-US"/>
        </a:p>
      </dgm:t>
    </dgm:pt>
    <dgm:pt modelId="{689F5D4F-386B-4597-A804-C554AF069245}" type="sibTrans" cxnId="{8CDF962F-B65A-48EE-8083-797D338D46F2}">
      <dgm:prSet/>
      <dgm:spPr/>
      <dgm:t>
        <a:bodyPr/>
        <a:lstStyle/>
        <a:p>
          <a:endParaRPr lang="en-US"/>
        </a:p>
      </dgm:t>
    </dgm:pt>
    <dgm:pt modelId="{E20A804C-015E-45D2-8C81-F5653842B64F}">
      <dgm:prSet phldrT="[Text]"/>
      <dgm:spPr/>
      <dgm:t>
        <a:bodyPr/>
        <a:lstStyle/>
        <a:p>
          <a:r>
            <a:rPr lang="en-US"/>
            <a:t>Madison Cowell</a:t>
          </a:r>
        </a:p>
      </dgm:t>
    </dgm:pt>
    <dgm:pt modelId="{3460B657-B8CA-416F-A86A-BE7D606024E5}" type="parTrans" cxnId="{C1307B72-3CD7-4D9E-8217-7F135DBF9623}">
      <dgm:prSet/>
      <dgm:spPr/>
      <dgm:t>
        <a:bodyPr/>
        <a:lstStyle/>
        <a:p>
          <a:endParaRPr lang="en-US"/>
        </a:p>
      </dgm:t>
    </dgm:pt>
    <dgm:pt modelId="{D31C0BE2-D8CE-4EAE-A582-65E8A10FA8B7}" type="sibTrans" cxnId="{C1307B72-3CD7-4D9E-8217-7F135DBF9623}">
      <dgm:prSet/>
      <dgm:spPr/>
      <dgm:t>
        <a:bodyPr/>
        <a:lstStyle/>
        <a:p>
          <a:endParaRPr lang="en-US"/>
        </a:p>
      </dgm:t>
    </dgm:pt>
    <dgm:pt modelId="{396BB8C3-4099-418E-8FB4-B0BAD20F6797}">
      <dgm:prSet phldrT="[Text]"/>
      <dgm:spPr/>
      <dgm:t>
        <a:bodyPr/>
        <a:lstStyle/>
        <a:p>
          <a:r>
            <a:rPr lang="en-US"/>
            <a:t>Toyko</a:t>
          </a:r>
        </a:p>
      </dgm:t>
    </dgm:pt>
    <dgm:pt modelId="{A1107F79-52B4-420D-9355-190651E9A9D1}" type="parTrans" cxnId="{5AB57D82-5455-4216-B7FA-4DF8E8ED24F5}">
      <dgm:prSet/>
      <dgm:spPr/>
      <dgm:t>
        <a:bodyPr/>
        <a:lstStyle/>
        <a:p>
          <a:endParaRPr lang="en-US"/>
        </a:p>
      </dgm:t>
    </dgm:pt>
    <dgm:pt modelId="{8D2F766D-64AA-4FC8-A97C-E72A367CC9C7}" type="sibTrans" cxnId="{5AB57D82-5455-4216-B7FA-4DF8E8ED24F5}">
      <dgm:prSet/>
      <dgm:spPr/>
      <dgm:t>
        <a:bodyPr/>
        <a:lstStyle/>
        <a:p>
          <a:endParaRPr lang="en-US"/>
        </a:p>
      </dgm:t>
    </dgm:pt>
    <dgm:pt modelId="{946CD7A1-4E6A-4CAC-A5D8-139B28F6153D}">
      <dgm:prSet phldrT="[Text]"/>
      <dgm:spPr/>
      <dgm:t>
        <a:bodyPr/>
        <a:lstStyle/>
        <a:p>
          <a:r>
            <a:rPr lang="en-US"/>
            <a:t>Toronto</a:t>
          </a:r>
        </a:p>
      </dgm:t>
    </dgm:pt>
    <dgm:pt modelId="{42C0AF76-181C-4C73-BA93-7CE27C57A331}" type="parTrans" cxnId="{90FB5CBD-024F-464F-9793-5912B90FA61F}">
      <dgm:prSet/>
      <dgm:spPr/>
      <dgm:t>
        <a:bodyPr/>
        <a:lstStyle/>
        <a:p>
          <a:endParaRPr lang="en-US"/>
        </a:p>
      </dgm:t>
    </dgm:pt>
    <dgm:pt modelId="{D0BB7D4F-023A-4842-AED4-4B170D0F84F6}" type="sibTrans" cxnId="{90FB5CBD-024F-464F-9793-5912B90FA61F}">
      <dgm:prSet/>
      <dgm:spPr/>
      <dgm:t>
        <a:bodyPr/>
        <a:lstStyle/>
        <a:p>
          <a:endParaRPr lang="en-US"/>
        </a:p>
      </dgm:t>
    </dgm:pt>
    <dgm:pt modelId="{F647BA00-91EE-40B3-99FE-258AD954212C}">
      <dgm:prSet phldrT="[Text]"/>
      <dgm:spPr/>
      <dgm:t>
        <a:bodyPr/>
        <a:lstStyle/>
        <a:p>
          <a:r>
            <a:rPr lang="en-US"/>
            <a:t>Cape Town</a:t>
          </a:r>
        </a:p>
      </dgm:t>
    </dgm:pt>
    <dgm:pt modelId="{C99FF932-BE20-4848-842D-10D023388731}" type="parTrans" cxnId="{962BBC4F-8CBF-4194-9181-17D25D4756E9}">
      <dgm:prSet/>
      <dgm:spPr/>
      <dgm:t>
        <a:bodyPr/>
        <a:lstStyle/>
        <a:p>
          <a:endParaRPr lang="en-US"/>
        </a:p>
      </dgm:t>
    </dgm:pt>
    <dgm:pt modelId="{6FC42723-ACA5-4B2C-8D22-BB8C0A71E1DC}" type="sibTrans" cxnId="{962BBC4F-8CBF-4194-9181-17D25D4756E9}">
      <dgm:prSet/>
      <dgm:spPr/>
      <dgm:t>
        <a:bodyPr/>
        <a:lstStyle/>
        <a:p>
          <a:endParaRPr lang="en-US"/>
        </a:p>
      </dgm:t>
    </dgm:pt>
    <dgm:pt modelId="{BBE88623-0711-43F1-9832-6143F478BC83}">
      <dgm:prSet phldrT="[Text]"/>
      <dgm:spPr/>
      <dgm:t>
        <a:bodyPr/>
        <a:lstStyle/>
        <a:p>
          <a:r>
            <a:rPr lang="en-US"/>
            <a:t>Sydney</a:t>
          </a:r>
        </a:p>
      </dgm:t>
    </dgm:pt>
    <dgm:pt modelId="{6BAD8C1A-D4C0-4C7F-A016-2857EDABE4CF}" type="parTrans" cxnId="{CDADFE1A-157E-47EF-9D45-26642C8DD96A}">
      <dgm:prSet/>
      <dgm:spPr/>
      <dgm:t>
        <a:bodyPr/>
        <a:lstStyle/>
        <a:p>
          <a:endParaRPr lang="en-US"/>
        </a:p>
      </dgm:t>
    </dgm:pt>
    <dgm:pt modelId="{4FA9A493-CFE3-4C9F-90FE-BFDF1F160F03}" type="sibTrans" cxnId="{CDADFE1A-157E-47EF-9D45-26642C8DD96A}">
      <dgm:prSet/>
      <dgm:spPr/>
      <dgm:t>
        <a:bodyPr/>
        <a:lstStyle/>
        <a:p>
          <a:endParaRPr lang="en-US"/>
        </a:p>
      </dgm:t>
    </dgm:pt>
    <dgm:pt modelId="{6023175E-C980-46C7-B5E1-3D7E4ADFBE21}">
      <dgm:prSet phldrT="[Text]"/>
      <dgm:spPr/>
      <dgm:t>
        <a:bodyPr/>
        <a:lstStyle/>
        <a:p>
          <a:r>
            <a:rPr lang="en-US"/>
            <a:t>Lawrence Jang</a:t>
          </a:r>
        </a:p>
      </dgm:t>
    </dgm:pt>
    <dgm:pt modelId="{74FC1681-AFF2-406B-B6A7-ED13DCD4419E}" type="parTrans" cxnId="{679C835C-89FF-44CE-805E-5AC8337252CD}">
      <dgm:prSet/>
      <dgm:spPr/>
      <dgm:t>
        <a:bodyPr/>
        <a:lstStyle/>
        <a:p>
          <a:endParaRPr lang="en-US"/>
        </a:p>
      </dgm:t>
    </dgm:pt>
    <dgm:pt modelId="{E2120431-B722-4249-AA6D-281D4EE53B86}" type="sibTrans" cxnId="{679C835C-89FF-44CE-805E-5AC8337252CD}">
      <dgm:prSet/>
      <dgm:spPr/>
      <dgm:t>
        <a:bodyPr/>
        <a:lstStyle/>
        <a:p>
          <a:endParaRPr lang="en-US"/>
        </a:p>
      </dgm:t>
    </dgm:pt>
    <dgm:pt modelId="{CB45C710-0246-4952-B9BC-D9F8B995FD7F}">
      <dgm:prSet phldrT="[Text]"/>
      <dgm:spPr/>
      <dgm:t>
        <a:bodyPr/>
        <a:lstStyle/>
        <a:p>
          <a:r>
            <a:rPr lang="en-US"/>
            <a:t>Curtis Gorski</a:t>
          </a:r>
        </a:p>
      </dgm:t>
    </dgm:pt>
    <dgm:pt modelId="{991643AD-7C91-40D6-9DC4-A3FB6E45F3EF}" type="parTrans" cxnId="{3A9C608C-4EEE-4F78-A713-EA1DA3914709}">
      <dgm:prSet/>
      <dgm:spPr/>
      <dgm:t>
        <a:bodyPr/>
        <a:lstStyle/>
        <a:p>
          <a:endParaRPr lang="en-US"/>
        </a:p>
      </dgm:t>
    </dgm:pt>
    <dgm:pt modelId="{680226B2-A1C4-47FD-959C-B27FDBE3E5B5}" type="sibTrans" cxnId="{3A9C608C-4EEE-4F78-A713-EA1DA3914709}">
      <dgm:prSet/>
      <dgm:spPr/>
      <dgm:t>
        <a:bodyPr/>
        <a:lstStyle/>
        <a:p>
          <a:endParaRPr lang="en-US"/>
        </a:p>
      </dgm:t>
    </dgm:pt>
    <dgm:pt modelId="{02446757-1DA6-4501-9F6B-44B86C9AFF69}">
      <dgm:prSet phldrT="[Text]"/>
      <dgm:spPr/>
      <dgm:t>
        <a:bodyPr/>
        <a:lstStyle/>
        <a:p>
          <a:r>
            <a:rPr lang="en-US"/>
            <a:t>Kanda Yamoto</a:t>
          </a:r>
        </a:p>
      </dgm:t>
    </dgm:pt>
    <dgm:pt modelId="{377F74E6-CCE5-4BEE-9BB4-D532E52D8F40}" type="parTrans" cxnId="{3F0CAB74-10B2-469B-ABEA-19C6F2349414}">
      <dgm:prSet/>
      <dgm:spPr/>
      <dgm:t>
        <a:bodyPr/>
        <a:lstStyle/>
        <a:p>
          <a:endParaRPr lang="en-US"/>
        </a:p>
      </dgm:t>
    </dgm:pt>
    <dgm:pt modelId="{DB4A15D7-F991-4A24-BBDD-6C7CA89225F2}" type="sibTrans" cxnId="{3F0CAB74-10B2-469B-ABEA-19C6F2349414}">
      <dgm:prSet/>
      <dgm:spPr/>
      <dgm:t>
        <a:bodyPr/>
        <a:lstStyle/>
        <a:p>
          <a:endParaRPr lang="en-US"/>
        </a:p>
      </dgm:t>
    </dgm:pt>
    <dgm:pt modelId="{DFA0386C-09D8-4E87-9D80-FD306083C5E9}">
      <dgm:prSet phldrT="[Text]"/>
      <dgm:spPr/>
      <dgm:t>
        <a:bodyPr/>
        <a:lstStyle/>
        <a:p>
          <a:r>
            <a:rPr lang="en-US"/>
            <a:t>Christie Akira</a:t>
          </a:r>
        </a:p>
      </dgm:t>
    </dgm:pt>
    <dgm:pt modelId="{8FE4535C-4865-49CB-9A33-9D83936E073E}" type="parTrans" cxnId="{4993E0C7-1F2D-4083-93A1-EB5375A545F9}">
      <dgm:prSet/>
      <dgm:spPr/>
      <dgm:t>
        <a:bodyPr/>
        <a:lstStyle/>
        <a:p>
          <a:endParaRPr lang="en-US"/>
        </a:p>
      </dgm:t>
    </dgm:pt>
    <dgm:pt modelId="{4597DF91-CB9A-4B77-89B8-A2744161FB2C}" type="sibTrans" cxnId="{4993E0C7-1F2D-4083-93A1-EB5375A545F9}">
      <dgm:prSet/>
      <dgm:spPr/>
      <dgm:t>
        <a:bodyPr/>
        <a:lstStyle/>
        <a:p>
          <a:endParaRPr lang="en-US"/>
        </a:p>
      </dgm:t>
    </dgm:pt>
    <dgm:pt modelId="{62176912-5B01-483A-8AA8-965EE9CB340A}">
      <dgm:prSet phldrT="[Text]"/>
      <dgm:spPr/>
      <dgm:t>
        <a:bodyPr/>
        <a:lstStyle/>
        <a:p>
          <a:r>
            <a:rPr lang="en-US"/>
            <a:t>Andrew McSweeney</a:t>
          </a:r>
        </a:p>
      </dgm:t>
    </dgm:pt>
    <dgm:pt modelId="{68015867-4D01-406C-85AD-CDE57C171744}" type="parTrans" cxnId="{74EFC488-D8DC-4DF4-B675-3B1930DD4170}">
      <dgm:prSet/>
      <dgm:spPr/>
      <dgm:t>
        <a:bodyPr/>
        <a:lstStyle/>
        <a:p>
          <a:endParaRPr lang="en-US"/>
        </a:p>
      </dgm:t>
    </dgm:pt>
    <dgm:pt modelId="{82E267C9-8868-45A6-9CF8-9A588BF7562A}" type="sibTrans" cxnId="{74EFC488-D8DC-4DF4-B675-3B1930DD4170}">
      <dgm:prSet/>
      <dgm:spPr/>
      <dgm:t>
        <a:bodyPr/>
        <a:lstStyle/>
        <a:p>
          <a:endParaRPr lang="en-US"/>
        </a:p>
      </dgm:t>
    </dgm:pt>
    <dgm:pt modelId="{AB5CF1F4-A43A-4562-BD65-63DD2033291E}">
      <dgm:prSet phldrT="[Text]"/>
      <dgm:spPr/>
      <dgm:t>
        <a:bodyPr/>
        <a:lstStyle/>
        <a:p>
          <a:r>
            <a:rPr lang="en-US"/>
            <a:t>Toby Belanger</a:t>
          </a:r>
        </a:p>
      </dgm:t>
    </dgm:pt>
    <dgm:pt modelId="{6C77507B-0117-4CDA-AA03-7DE3EE88F9B2}" type="parTrans" cxnId="{4D8DE490-87CD-4A70-A662-855730CC5300}">
      <dgm:prSet/>
      <dgm:spPr/>
      <dgm:t>
        <a:bodyPr/>
        <a:lstStyle/>
        <a:p>
          <a:endParaRPr lang="en-US"/>
        </a:p>
      </dgm:t>
    </dgm:pt>
    <dgm:pt modelId="{2901422B-A428-4E61-B52B-4B80102CC856}" type="sibTrans" cxnId="{4D8DE490-87CD-4A70-A662-855730CC5300}">
      <dgm:prSet/>
      <dgm:spPr/>
      <dgm:t>
        <a:bodyPr/>
        <a:lstStyle/>
        <a:p>
          <a:endParaRPr lang="en-US"/>
        </a:p>
      </dgm:t>
    </dgm:pt>
    <dgm:pt modelId="{46FDEAA1-2C0C-414F-9E6B-159306FBEEC5}">
      <dgm:prSet phldrT="[Text]"/>
      <dgm:spPr/>
      <dgm:t>
        <a:bodyPr/>
        <a:lstStyle/>
        <a:p>
          <a:r>
            <a:rPr lang="en-US"/>
            <a:t>Jamie Gibson</a:t>
          </a:r>
        </a:p>
      </dgm:t>
    </dgm:pt>
    <dgm:pt modelId="{6FC286A2-B22C-4628-AAEF-4B4750395BD1}" type="parTrans" cxnId="{955ABBC0-5292-4837-AC2E-AB113CF870B2}">
      <dgm:prSet/>
      <dgm:spPr/>
      <dgm:t>
        <a:bodyPr/>
        <a:lstStyle/>
        <a:p>
          <a:endParaRPr lang="en-US"/>
        </a:p>
      </dgm:t>
    </dgm:pt>
    <dgm:pt modelId="{CFF5B71E-C4F1-4A53-AC2A-A0494CF9B5DB}" type="sibTrans" cxnId="{955ABBC0-5292-4837-AC2E-AB113CF870B2}">
      <dgm:prSet/>
      <dgm:spPr/>
      <dgm:t>
        <a:bodyPr/>
        <a:lstStyle/>
        <a:p>
          <a:endParaRPr lang="en-US"/>
        </a:p>
      </dgm:t>
    </dgm:pt>
    <dgm:pt modelId="{650B24D0-6E49-44F6-AAB1-0E3A7608444A}" type="pres">
      <dgm:prSet presAssocID="{45281AEC-93CF-4C12-832A-5681CC9D0A4A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9AE00DD-1FCC-471E-B77F-25783E5E03B1}" type="pres">
      <dgm:prSet presAssocID="{811626A3-C158-4D4D-8561-F5BA847CAE6B}" presName="hierRoot1" presStyleCnt="0">
        <dgm:presLayoutVars>
          <dgm:hierBranch val="init"/>
        </dgm:presLayoutVars>
      </dgm:prSet>
      <dgm:spPr/>
    </dgm:pt>
    <dgm:pt modelId="{1450A30E-FAAA-47D6-885E-DBB6D12A1719}" type="pres">
      <dgm:prSet presAssocID="{811626A3-C158-4D4D-8561-F5BA847CAE6B}" presName="rootComposite1" presStyleCnt="0"/>
      <dgm:spPr/>
    </dgm:pt>
    <dgm:pt modelId="{75630884-AD44-46F8-B31C-79A22C0CF1FF}" type="pres">
      <dgm:prSet presAssocID="{811626A3-C158-4D4D-8561-F5BA847CAE6B}" presName="rootText1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4E0E17C-930B-48D4-B526-46AD644A1590}" type="pres">
      <dgm:prSet presAssocID="{811626A3-C158-4D4D-8561-F5BA847CAE6B}" presName="topArc1" presStyleLbl="parChTrans1D1" presStyleIdx="0" presStyleCnt="32"/>
      <dgm:spPr/>
    </dgm:pt>
    <dgm:pt modelId="{E8BF9208-724D-49AE-B9DF-1CFCAE4F1209}" type="pres">
      <dgm:prSet presAssocID="{811626A3-C158-4D4D-8561-F5BA847CAE6B}" presName="bottomArc1" presStyleLbl="parChTrans1D1" presStyleIdx="1" presStyleCnt="32"/>
      <dgm:spPr/>
    </dgm:pt>
    <dgm:pt modelId="{2273AD0F-8034-418F-9959-8A7FE66585CB}" type="pres">
      <dgm:prSet presAssocID="{811626A3-C158-4D4D-8561-F5BA847CAE6B}" presName="topConnNode1" presStyleLbl="node1" presStyleIdx="0" presStyleCnt="0"/>
      <dgm:spPr/>
      <dgm:t>
        <a:bodyPr/>
        <a:lstStyle/>
        <a:p>
          <a:endParaRPr lang="en-US"/>
        </a:p>
      </dgm:t>
    </dgm:pt>
    <dgm:pt modelId="{EDFC9B0E-35EF-4FB2-A1E4-986DA34CADBF}" type="pres">
      <dgm:prSet presAssocID="{811626A3-C158-4D4D-8561-F5BA847CAE6B}" presName="hierChild2" presStyleCnt="0"/>
      <dgm:spPr/>
    </dgm:pt>
    <dgm:pt modelId="{C709C748-4D87-46AF-A1E6-22DDD48D4453}" type="pres">
      <dgm:prSet presAssocID="{13914C90-25C5-4E6C-81FB-1A6003CACC76}" presName="Name28" presStyleLbl="parChTrans1D2" presStyleIdx="0" presStyleCnt="6"/>
      <dgm:spPr/>
      <dgm:t>
        <a:bodyPr/>
        <a:lstStyle/>
        <a:p>
          <a:endParaRPr lang="en-US"/>
        </a:p>
      </dgm:t>
    </dgm:pt>
    <dgm:pt modelId="{2C6C4E87-897B-4BDE-ACCD-87DA3194A138}" type="pres">
      <dgm:prSet presAssocID="{F576A532-584A-4401-AA20-C047DF526279}" presName="hierRoot2" presStyleCnt="0">
        <dgm:presLayoutVars>
          <dgm:hierBranch val="init"/>
        </dgm:presLayoutVars>
      </dgm:prSet>
      <dgm:spPr/>
    </dgm:pt>
    <dgm:pt modelId="{360602F1-3C2C-4E30-9AB9-19859EB243A6}" type="pres">
      <dgm:prSet presAssocID="{F576A532-584A-4401-AA20-C047DF526279}" presName="rootComposite2" presStyleCnt="0"/>
      <dgm:spPr/>
    </dgm:pt>
    <dgm:pt modelId="{DD4A9F4A-45D9-47B9-86EC-43E9BFA50449}" type="pres">
      <dgm:prSet presAssocID="{F576A532-584A-4401-AA20-C047DF526279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C0EEE7-83B3-4C03-ABC7-8BAC93EE30BC}" type="pres">
      <dgm:prSet presAssocID="{F576A532-584A-4401-AA20-C047DF526279}" presName="topArc2" presStyleLbl="parChTrans1D1" presStyleIdx="2" presStyleCnt="32"/>
      <dgm:spPr/>
    </dgm:pt>
    <dgm:pt modelId="{0639A941-14FD-4F8A-902A-AD8706F691A4}" type="pres">
      <dgm:prSet presAssocID="{F576A532-584A-4401-AA20-C047DF526279}" presName="bottomArc2" presStyleLbl="parChTrans1D1" presStyleIdx="3" presStyleCnt="32"/>
      <dgm:spPr/>
    </dgm:pt>
    <dgm:pt modelId="{332F8E29-C162-41E5-9C41-5FEE3D526D9D}" type="pres">
      <dgm:prSet presAssocID="{F576A532-584A-4401-AA20-C047DF526279}" presName="topConnNode2" presStyleLbl="node2" presStyleIdx="0" presStyleCnt="0"/>
      <dgm:spPr/>
      <dgm:t>
        <a:bodyPr/>
        <a:lstStyle/>
        <a:p>
          <a:endParaRPr lang="en-US"/>
        </a:p>
      </dgm:t>
    </dgm:pt>
    <dgm:pt modelId="{E60E686F-5B23-46EC-9A78-E7181C44156D}" type="pres">
      <dgm:prSet presAssocID="{F576A532-584A-4401-AA20-C047DF526279}" presName="hierChild4" presStyleCnt="0"/>
      <dgm:spPr/>
    </dgm:pt>
    <dgm:pt modelId="{E0F03D55-9583-4997-B4B3-A1BB5388391A}" type="pres">
      <dgm:prSet presAssocID="{EE93154C-77C9-44BF-BA5D-0A1A6BE493E8}" presName="Name28" presStyleLbl="parChTrans1D3" presStyleIdx="0" presStyleCnt="9"/>
      <dgm:spPr/>
      <dgm:t>
        <a:bodyPr/>
        <a:lstStyle/>
        <a:p>
          <a:endParaRPr lang="en-US"/>
        </a:p>
      </dgm:t>
    </dgm:pt>
    <dgm:pt modelId="{04193871-D186-4E32-9BC3-F074E3CDCCFF}" type="pres">
      <dgm:prSet presAssocID="{F47175CB-5689-4372-8D84-14445B24C02D}" presName="hierRoot2" presStyleCnt="0">
        <dgm:presLayoutVars>
          <dgm:hierBranch val="init"/>
        </dgm:presLayoutVars>
      </dgm:prSet>
      <dgm:spPr/>
    </dgm:pt>
    <dgm:pt modelId="{34068B1B-0FFB-41ED-9911-2A5825AFBD87}" type="pres">
      <dgm:prSet presAssocID="{F47175CB-5689-4372-8D84-14445B24C02D}" presName="rootComposite2" presStyleCnt="0"/>
      <dgm:spPr/>
    </dgm:pt>
    <dgm:pt modelId="{D7208451-807B-47A0-B718-AA81C165810B}" type="pres">
      <dgm:prSet presAssocID="{F47175CB-5689-4372-8D84-14445B24C02D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CE57CC-9FD2-40AD-A5EB-1210D7044BCF}" type="pres">
      <dgm:prSet presAssocID="{F47175CB-5689-4372-8D84-14445B24C02D}" presName="topArc2" presStyleLbl="parChTrans1D1" presStyleIdx="4" presStyleCnt="32"/>
      <dgm:spPr/>
    </dgm:pt>
    <dgm:pt modelId="{C7AE0253-37B4-4470-B0EA-B9A319757256}" type="pres">
      <dgm:prSet presAssocID="{F47175CB-5689-4372-8D84-14445B24C02D}" presName="bottomArc2" presStyleLbl="parChTrans1D1" presStyleIdx="5" presStyleCnt="32"/>
      <dgm:spPr/>
    </dgm:pt>
    <dgm:pt modelId="{407FB7E9-8024-42D2-8C8F-9006C0E2BA47}" type="pres">
      <dgm:prSet presAssocID="{F47175CB-5689-4372-8D84-14445B24C02D}" presName="topConnNode2" presStyleLbl="node3" presStyleIdx="0" presStyleCnt="0"/>
      <dgm:spPr/>
      <dgm:t>
        <a:bodyPr/>
        <a:lstStyle/>
        <a:p>
          <a:endParaRPr lang="en-US"/>
        </a:p>
      </dgm:t>
    </dgm:pt>
    <dgm:pt modelId="{324D8187-8E37-465A-A73A-DC4B40DC5D09}" type="pres">
      <dgm:prSet presAssocID="{F47175CB-5689-4372-8D84-14445B24C02D}" presName="hierChild4" presStyleCnt="0"/>
      <dgm:spPr/>
    </dgm:pt>
    <dgm:pt modelId="{8AD1545F-7FC0-4649-B64F-B808CF6FC02C}" type="pres">
      <dgm:prSet presAssocID="{F47175CB-5689-4372-8D84-14445B24C02D}" presName="hierChild5" presStyleCnt="0"/>
      <dgm:spPr/>
    </dgm:pt>
    <dgm:pt modelId="{E401538A-07B8-477E-B92D-8DE28D36B8CC}" type="pres">
      <dgm:prSet presAssocID="{3460B657-B8CA-416F-A86A-BE7D606024E5}" presName="Name28" presStyleLbl="parChTrans1D3" presStyleIdx="1" presStyleCnt="9"/>
      <dgm:spPr/>
      <dgm:t>
        <a:bodyPr/>
        <a:lstStyle/>
        <a:p>
          <a:endParaRPr lang="en-US"/>
        </a:p>
      </dgm:t>
    </dgm:pt>
    <dgm:pt modelId="{01C00FCA-92B2-4F0F-9D48-D2E8CA7C3C42}" type="pres">
      <dgm:prSet presAssocID="{E20A804C-015E-45D2-8C81-F5653842B64F}" presName="hierRoot2" presStyleCnt="0">
        <dgm:presLayoutVars>
          <dgm:hierBranch val="init"/>
        </dgm:presLayoutVars>
      </dgm:prSet>
      <dgm:spPr/>
    </dgm:pt>
    <dgm:pt modelId="{BD56ECC7-CD22-4A0D-9290-44A4744BAA6C}" type="pres">
      <dgm:prSet presAssocID="{E20A804C-015E-45D2-8C81-F5653842B64F}" presName="rootComposite2" presStyleCnt="0"/>
      <dgm:spPr/>
    </dgm:pt>
    <dgm:pt modelId="{93A6E787-0B03-4FCE-865D-C1B080637D3F}" type="pres">
      <dgm:prSet presAssocID="{E20A804C-015E-45D2-8C81-F5653842B64F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6CD79F3-E23D-45A1-8C3A-1430FF58FAF1}" type="pres">
      <dgm:prSet presAssocID="{E20A804C-015E-45D2-8C81-F5653842B64F}" presName="topArc2" presStyleLbl="parChTrans1D1" presStyleIdx="6" presStyleCnt="32"/>
      <dgm:spPr/>
    </dgm:pt>
    <dgm:pt modelId="{4B1D30C0-C020-4D9C-9295-9288063FA9EE}" type="pres">
      <dgm:prSet presAssocID="{E20A804C-015E-45D2-8C81-F5653842B64F}" presName="bottomArc2" presStyleLbl="parChTrans1D1" presStyleIdx="7" presStyleCnt="32"/>
      <dgm:spPr/>
    </dgm:pt>
    <dgm:pt modelId="{18CAF858-9A82-4746-8496-77C7E4DAE9AB}" type="pres">
      <dgm:prSet presAssocID="{E20A804C-015E-45D2-8C81-F5653842B64F}" presName="topConnNode2" presStyleLbl="node3" presStyleIdx="0" presStyleCnt="0"/>
      <dgm:spPr/>
      <dgm:t>
        <a:bodyPr/>
        <a:lstStyle/>
        <a:p>
          <a:endParaRPr lang="en-US"/>
        </a:p>
      </dgm:t>
    </dgm:pt>
    <dgm:pt modelId="{C1ECAC51-1AC1-409E-AFBF-1324D75D80E5}" type="pres">
      <dgm:prSet presAssocID="{E20A804C-015E-45D2-8C81-F5653842B64F}" presName="hierChild4" presStyleCnt="0"/>
      <dgm:spPr/>
    </dgm:pt>
    <dgm:pt modelId="{F53F8D51-BD3E-400D-B030-ACA04A917232}" type="pres">
      <dgm:prSet presAssocID="{E20A804C-015E-45D2-8C81-F5653842B64F}" presName="hierChild5" presStyleCnt="0"/>
      <dgm:spPr/>
    </dgm:pt>
    <dgm:pt modelId="{16C2A8C7-662F-4529-A0EB-40250A604CAB}" type="pres">
      <dgm:prSet presAssocID="{F576A532-584A-4401-AA20-C047DF526279}" presName="hierChild5" presStyleCnt="0"/>
      <dgm:spPr/>
    </dgm:pt>
    <dgm:pt modelId="{CE11C8D9-48B6-4418-99B2-873A6ED39736}" type="pres">
      <dgm:prSet presAssocID="{A7D86F82-C8A8-4C06-9065-3A8E105C6B6D}" presName="Name28" presStyleLbl="parChTrans1D2" presStyleIdx="1" presStyleCnt="6"/>
      <dgm:spPr/>
      <dgm:t>
        <a:bodyPr/>
        <a:lstStyle/>
        <a:p>
          <a:endParaRPr lang="en-US"/>
        </a:p>
      </dgm:t>
    </dgm:pt>
    <dgm:pt modelId="{561AC40E-316B-40BC-AB45-CBCFEC68022A}" type="pres">
      <dgm:prSet presAssocID="{9F9C7338-0705-4EBD-B40A-C8A62F39B143}" presName="hierRoot2" presStyleCnt="0">
        <dgm:presLayoutVars>
          <dgm:hierBranch val="init"/>
        </dgm:presLayoutVars>
      </dgm:prSet>
      <dgm:spPr/>
    </dgm:pt>
    <dgm:pt modelId="{30C534C7-786F-427A-852D-2D71F8B011FA}" type="pres">
      <dgm:prSet presAssocID="{9F9C7338-0705-4EBD-B40A-C8A62F39B143}" presName="rootComposite2" presStyleCnt="0"/>
      <dgm:spPr/>
    </dgm:pt>
    <dgm:pt modelId="{A9E578DA-045C-43A6-B8CA-045BDFF6DB00}" type="pres">
      <dgm:prSet presAssocID="{9F9C7338-0705-4EBD-B40A-C8A62F39B143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CD0C32B-0ADB-4E9A-B452-A7A64DB5E304}" type="pres">
      <dgm:prSet presAssocID="{9F9C7338-0705-4EBD-B40A-C8A62F39B143}" presName="topArc2" presStyleLbl="parChTrans1D1" presStyleIdx="8" presStyleCnt="32"/>
      <dgm:spPr/>
    </dgm:pt>
    <dgm:pt modelId="{779F2AFA-D443-4518-858B-1EFDF13F8911}" type="pres">
      <dgm:prSet presAssocID="{9F9C7338-0705-4EBD-B40A-C8A62F39B143}" presName="bottomArc2" presStyleLbl="parChTrans1D1" presStyleIdx="9" presStyleCnt="32"/>
      <dgm:spPr/>
    </dgm:pt>
    <dgm:pt modelId="{94EAAB9D-2B9B-4F02-8A7E-DADE499E4179}" type="pres">
      <dgm:prSet presAssocID="{9F9C7338-0705-4EBD-B40A-C8A62F39B143}" presName="topConnNode2" presStyleLbl="node2" presStyleIdx="0" presStyleCnt="0"/>
      <dgm:spPr/>
      <dgm:t>
        <a:bodyPr/>
        <a:lstStyle/>
        <a:p>
          <a:endParaRPr lang="en-US"/>
        </a:p>
      </dgm:t>
    </dgm:pt>
    <dgm:pt modelId="{EC9A3CDB-F7B4-4410-A712-54C5C972414A}" type="pres">
      <dgm:prSet presAssocID="{9F9C7338-0705-4EBD-B40A-C8A62F39B143}" presName="hierChild4" presStyleCnt="0"/>
      <dgm:spPr/>
    </dgm:pt>
    <dgm:pt modelId="{D7CBF5D3-F01E-4051-81AD-93E7EE74ED0C}" type="pres">
      <dgm:prSet presAssocID="{68015867-4D01-406C-85AD-CDE57C171744}" presName="Name28" presStyleLbl="parChTrans1D3" presStyleIdx="2" presStyleCnt="9"/>
      <dgm:spPr/>
      <dgm:t>
        <a:bodyPr/>
        <a:lstStyle/>
        <a:p>
          <a:endParaRPr lang="en-US"/>
        </a:p>
      </dgm:t>
    </dgm:pt>
    <dgm:pt modelId="{94A4AF95-8F72-4A73-B234-299A32F5A100}" type="pres">
      <dgm:prSet presAssocID="{62176912-5B01-483A-8AA8-965EE9CB340A}" presName="hierRoot2" presStyleCnt="0">
        <dgm:presLayoutVars>
          <dgm:hierBranch val="init"/>
        </dgm:presLayoutVars>
      </dgm:prSet>
      <dgm:spPr/>
    </dgm:pt>
    <dgm:pt modelId="{271BB0B6-B90C-4C90-9B52-47248ECDB3B6}" type="pres">
      <dgm:prSet presAssocID="{62176912-5B01-483A-8AA8-965EE9CB340A}" presName="rootComposite2" presStyleCnt="0"/>
      <dgm:spPr/>
    </dgm:pt>
    <dgm:pt modelId="{6663AC89-E298-4BD8-8CA4-951B7E0DF6EA}" type="pres">
      <dgm:prSet presAssocID="{62176912-5B01-483A-8AA8-965EE9CB340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87ECEC-ED5F-4E97-A654-E90F3F7D77FB}" type="pres">
      <dgm:prSet presAssocID="{62176912-5B01-483A-8AA8-965EE9CB340A}" presName="topArc2" presStyleLbl="parChTrans1D1" presStyleIdx="10" presStyleCnt="32"/>
      <dgm:spPr/>
    </dgm:pt>
    <dgm:pt modelId="{8A3943C4-8969-432D-9212-9952D6885EE8}" type="pres">
      <dgm:prSet presAssocID="{62176912-5B01-483A-8AA8-965EE9CB340A}" presName="bottomArc2" presStyleLbl="parChTrans1D1" presStyleIdx="11" presStyleCnt="32"/>
      <dgm:spPr/>
    </dgm:pt>
    <dgm:pt modelId="{47AC079D-2DEA-48B4-A668-DAE877F90794}" type="pres">
      <dgm:prSet presAssocID="{62176912-5B01-483A-8AA8-965EE9CB340A}" presName="topConnNode2" presStyleLbl="node3" presStyleIdx="0" presStyleCnt="0"/>
      <dgm:spPr/>
      <dgm:t>
        <a:bodyPr/>
        <a:lstStyle/>
        <a:p>
          <a:endParaRPr lang="en-US"/>
        </a:p>
      </dgm:t>
    </dgm:pt>
    <dgm:pt modelId="{8E74E868-E245-498A-9F03-16B55E4D6836}" type="pres">
      <dgm:prSet presAssocID="{62176912-5B01-483A-8AA8-965EE9CB340A}" presName="hierChild4" presStyleCnt="0"/>
      <dgm:spPr/>
    </dgm:pt>
    <dgm:pt modelId="{D6F4A448-B444-4720-8E2C-B9CDEAD97406}" type="pres">
      <dgm:prSet presAssocID="{62176912-5B01-483A-8AA8-965EE9CB340A}" presName="hierChild5" presStyleCnt="0"/>
      <dgm:spPr/>
    </dgm:pt>
    <dgm:pt modelId="{0B616AB6-8135-4C6C-84EE-7D87503674F0}" type="pres">
      <dgm:prSet presAssocID="{9F9C7338-0705-4EBD-B40A-C8A62F39B143}" presName="hierChild5" presStyleCnt="0"/>
      <dgm:spPr/>
    </dgm:pt>
    <dgm:pt modelId="{FB172611-0DD6-4FB1-9C67-1DF97021C6A9}" type="pres">
      <dgm:prSet presAssocID="{A1107F79-52B4-420D-9355-190651E9A9D1}" presName="Name28" presStyleLbl="parChTrans1D2" presStyleIdx="2" presStyleCnt="6"/>
      <dgm:spPr/>
      <dgm:t>
        <a:bodyPr/>
        <a:lstStyle/>
        <a:p>
          <a:endParaRPr lang="en-US"/>
        </a:p>
      </dgm:t>
    </dgm:pt>
    <dgm:pt modelId="{A26F65A9-ECBB-4637-BE5F-AE5FB397E3A4}" type="pres">
      <dgm:prSet presAssocID="{396BB8C3-4099-418E-8FB4-B0BAD20F6797}" presName="hierRoot2" presStyleCnt="0">
        <dgm:presLayoutVars>
          <dgm:hierBranch val="init"/>
        </dgm:presLayoutVars>
      </dgm:prSet>
      <dgm:spPr/>
    </dgm:pt>
    <dgm:pt modelId="{235FDA75-4A07-47C5-9254-2321209168E1}" type="pres">
      <dgm:prSet presAssocID="{396BB8C3-4099-418E-8FB4-B0BAD20F6797}" presName="rootComposite2" presStyleCnt="0"/>
      <dgm:spPr/>
    </dgm:pt>
    <dgm:pt modelId="{BF847931-B423-4EA9-AF69-CFA1079AA7C7}" type="pres">
      <dgm:prSet presAssocID="{396BB8C3-4099-418E-8FB4-B0BAD20F6797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92FEF2-A7CE-4A05-B12E-18A759C85E23}" type="pres">
      <dgm:prSet presAssocID="{396BB8C3-4099-418E-8FB4-B0BAD20F6797}" presName="topArc2" presStyleLbl="parChTrans1D1" presStyleIdx="12" presStyleCnt="32"/>
      <dgm:spPr/>
    </dgm:pt>
    <dgm:pt modelId="{0821E60F-AF9C-4050-87B9-1AE016E72B6C}" type="pres">
      <dgm:prSet presAssocID="{396BB8C3-4099-418E-8FB4-B0BAD20F6797}" presName="bottomArc2" presStyleLbl="parChTrans1D1" presStyleIdx="13" presStyleCnt="32"/>
      <dgm:spPr/>
    </dgm:pt>
    <dgm:pt modelId="{6F06B746-B780-4425-BFFF-87A20999657B}" type="pres">
      <dgm:prSet presAssocID="{396BB8C3-4099-418E-8FB4-B0BAD20F6797}" presName="topConnNode2" presStyleLbl="node2" presStyleIdx="0" presStyleCnt="0"/>
      <dgm:spPr/>
      <dgm:t>
        <a:bodyPr/>
        <a:lstStyle/>
        <a:p>
          <a:endParaRPr lang="en-US"/>
        </a:p>
      </dgm:t>
    </dgm:pt>
    <dgm:pt modelId="{7C6ED967-33ED-49B0-9275-08706C3A0144}" type="pres">
      <dgm:prSet presAssocID="{396BB8C3-4099-418E-8FB4-B0BAD20F6797}" presName="hierChild4" presStyleCnt="0"/>
      <dgm:spPr/>
    </dgm:pt>
    <dgm:pt modelId="{BEADB7BF-0EF2-45A6-8FD1-B4EF34657E54}" type="pres">
      <dgm:prSet presAssocID="{377F74E6-CCE5-4BEE-9BB4-D532E52D8F40}" presName="Name28" presStyleLbl="parChTrans1D3" presStyleIdx="3" presStyleCnt="9"/>
      <dgm:spPr/>
      <dgm:t>
        <a:bodyPr/>
        <a:lstStyle/>
        <a:p>
          <a:endParaRPr lang="en-US"/>
        </a:p>
      </dgm:t>
    </dgm:pt>
    <dgm:pt modelId="{0AF5C98A-8778-48D8-9711-317A5A586E87}" type="pres">
      <dgm:prSet presAssocID="{02446757-1DA6-4501-9F6B-44B86C9AFF69}" presName="hierRoot2" presStyleCnt="0">
        <dgm:presLayoutVars>
          <dgm:hierBranch val="init"/>
        </dgm:presLayoutVars>
      </dgm:prSet>
      <dgm:spPr/>
    </dgm:pt>
    <dgm:pt modelId="{945C24BC-A8D6-41E1-848D-32DF2FF23421}" type="pres">
      <dgm:prSet presAssocID="{02446757-1DA6-4501-9F6B-44B86C9AFF69}" presName="rootComposite2" presStyleCnt="0"/>
      <dgm:spPr/>
    </dgm:pt>
    <dgm:pt modelId="{7427A804-2895-45C2-BB2D-280CFFD41C47}" type="pres">
      <dgm:prSet presAssocID="{02446757-1DA6-4501-9F6B-44B86C9AFF69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C54D59-AAE9-41A5-B773-24B1494F3A7C}" type="pres">
      <dgm:prSet presAssocID="{02446757-1DA6-4501-9F6B-44B86C9AFF69}" presName="topArc2" presStyleLbl="parChTrans1D1" presStyleIdx="14" presStyleCnt="32"/>
      <dgm:spPr/>
    </dgm:pt>
    <dgm:pt modelId="{D0079DAE-94E1-4BAC-965E-74109AD70D33}" type="pres">
      <dgm:prSet presAssocID="{02446757-1DA6-4501-9F6B-44B86C9AFF69}" presName="bottomArc2" presStyleLbl="parChTrans1D1" presStyleIdx="15" presStyleCnt="32"/>
      <dgm:spPr/>
    </dgm:pt>
    <dgm:pt modelId="{98A1159B-FA33-47BE-ABD0-DC4D2D6D2495}" type="pres">
      <dgm:prSet presAssocID="{02446757-1DA6-4501-9F6B-44B86C9AFF69}" presName="topConnNode2" presStyleLbl="node3" presStyleIdx="0" presStyleCnt="0"/>
      <dgm:spPr/>
      <dgm:t>
        <a:bodyPr/>
        <a:lstStyle/>
        <a:p>
          <a:endParaRPr lang="en-US"/>
        </a:p>
      </dgm:t>
    </dgm:pt>
    <dgm:pt modelId="{91FA2759-E41B-437E-9ADF-A67C91412F67}" type="pres">
      <dgm:prSet presAssocID="{02446757-1DA6-4501-9F6B-44B86C9AFF69}" presName="hierChild4" presStyleCnt="0"/>
      <dgm:spPr/>
    </dgm:pt>
    <dgm:pt modelId="{13AD4DA8-8C22-47AD-BE49-061981DA9CB8}" type="pres">
      <dgm:prSet presAssocID="{02446757-1DA6-4501-9F6B-44B86C9AFF69}" presName="hierChild5" presStyleCnt="0"/>
      <dgm:spPr/>
    </dgm:pt>
    <dgm:pt modelId="{3E3E7593-0D2A-4261-8F66-A3AC5C62A2BA}" type="pres">
      <dgm:prSet presAssocID="{8FE4535C-4865-49CB-9A33-9D83936E073E}" presName="Name28" presStyleLbl="parChTrans1D3" presStyleIdx="4" presStyleCnt="9"/>
      <dgm:spPr/>
      <dgm:t>
        <a:bodyPr/>
        <a:lstStyle/>
        <a:p>
          <a:endParaRPr lang="en-US"/>
        </a:p>
      </dgm:t>
    </dgm:pt>
    <dgm:pt modelId="{309577D2-9FD4-4241-9355-99F2363A0712}" type="pres">
      <dgm:prSet presAssocID="{DFA0386C-09D8-4E87-9D80-FD306083C5E9}" presName="hierRoot2" presStyleCnt="0">
        <dgm:presLayoutVars>
          <dgm:hierBranch val="init"/>
        </dgm:presLayoutVars>
      </dgm:prSet>
      <dgm:spPr/>
    </dgm:pt>
    <dgm:pt modelId="{CB2111C1-3BB5-45C7-A518-8438EB010927}" type="pres">
      <dgm:prSet presAssocID="{DFA0386C-09D8-4E87-9D80-FD306083C5E9}" presName="rootComposite2" presStyleCnt="0"/>
      <dgm:spPr/>
    </dgm:pt>
    <dgm:pt modelId="{9783C823-B5E0-44F1-B175-6488576428FC}" type="pres">
      <dgm:prSet presAssocID="{DFA0386C-09D8-4E87-9D80-FD306083C5E9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346DC78-3576-4336-BE4D-F908F11368D8}" type="pres">
      <dgm:prSet presAssocID="{DFA0386C-09D8-4E87-9D80-FD306083C5E9}" presName="topArc2" presStyleLbl="parChTrans1D1" presStyleIdx="16" presStyleCnt="32"/>
      <dgm:spPr/>
    </dgm:pt>
    <dgm:pt modelId="{0E785490-DD0D-4EC3-B2BA-30FCFB641990}" type="pres">
      <dgm:prSet presAssocID="{DFA0386C-09D8-4E87-9D80-FD306083C5E9}" presName="bottomArc2" presStyleLbl="parChTrans1D1" presStyleIdx="17" presStyleCnt="32"/>
      <dgm:spPr/>
    </dgm:pt>
    <dgm:pt modelId="{E19B8951-4BEB-4448-80E6-218F4B29997D}" type="pres">
      <dgm:prSet presAssocID="{DFA0386C-09D8-4E87-9D80-FD306083C5E9}" presName="topConnNode2" presStyleLbl="node3" presStyleIdx="0" presStyleCnt="0"/>
      <dgm:spPr/>
      <dgm:t>
        <a:bodyPr/>
        <a:lstStyle/>
        <a:p>
          <a:endParaRPr lang="en-US"/>
        </a:p>
      </dgm:t>
    </dgm:pt>
    <dgm:pt modelId="{83734C91-AD0D-47BD-B9AD-17EC2878396E}" type="pres">
      <dgm:prSet presAssocID="{DFA0386C-09D8-4E87-9D80-FD306083C5E9}" presName="hierChild4" presStyleCnt="0"/>
      <dgm:spPr/>
    </dgm:pt>
    <dgm:pt modelId="{14285339-92D5-4718-A5C8-E18CE398AABD}" type="pres">
      <dgm:prSet presAssocID="{DFA0386C-09D8-4E87-9D80-FD306083C5E9}" presName="hierChild5" presStyleCnt="0"/>
      <dgm:spPr/>
    </dgm:pt>
    <dgm:pt modelId="{64A2E422-EBA3-4F37-B5B2-5D210F24B2B7}" type="pres">
      <dgm:prSet presAssocID="{396BB8C3-4099-418E-8FB4-B0BAD20F6797}" presName="hierChild5" presStyleCnt="0"/>
      <dgm:spPr/>
    </dgm:pt>
    <dgm:pt modelId="{56279B8F-233B-4B05-A56D-8AA245E4A4E3}" type="pres">
      <dgm:prSet presAssocID="{42C0AF76-181C-4C73-BA93-7CE27C57A331}" presName="Name28" presStyleLbl="parChTrans1D2" presStyleIdx="3" presStyleCnt="6"/>
      <dgm:spPr/>
      <dgm:t>
        <a:bodyPr/>
        <a:lstStyle/>
        <a:p>
          <a:endParaRPr lang="en-US"/>
        </a:p>
      </dgm:t>
    </dgm:pt>
    <dgm:pt modelId="{B2FB6828-9F67-48CE-AB04-AD0E0BCE6BE3}" type="pres">
      <dgm:prSet presAssocID="{946CD7A1-4E6A-4CAC-A5D8-139B28F6153D}" presName="hierRoot2" presStyleCnt="0">
        <dgm:presLayoutVars>
          <dgm:hierBranch val="init"/>
        </dgm:presLayoutVars>
      </dgm:prSet>
      <dgm:spPr/>
    </dgm:pt>
    <dgm:pt modelId="{B907B75B-EE58-48F3-92B2-137B9201F4F4}" type="pres">
      <dgm:prSet presAssocID="{946CD7A1-4E6A-4CAC-A5D8-139B28F6153D}" presName="rootComposite2" presStyleCnt="0"/>
      <dgm:spPr/>
    </dgm:pt>
    <dgm:pt modelId="{DC122DFA-08DD-4C9D-AABC-215CD25C7594}" type="pres">
      <dgm:prSet presAssocID="{946CD7A1-4E6A-4CAC-A5D8-139B28F6153D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D2051F1-0D82-4B5C-8676-94C7B069B22D}" type="pres">
      <dgm:prSet presAssocID="{946CD7A1-4E6A-4CAC-A5D8-139B28F6153D}" presName="topArc2" presStyleLbl="parChTrans1D1" presStyleIdx="18" presStyleCnt="32"/>
      <dgm:spPr/>
    </dgm:pt>
    <dgm:pt modelId="{EBE06EEF-01F8-4252-9752-528452127FE6}" type="pres">
      <dgm:prSet presAssocID="{946CD7A1-4E6A-4CAC-A5D8-139B28F6153D}" presName="bottomArc2" presStyleLbl="parChTrans1D1" presStyleIdx="19" presStyleCnt="32"/>
      <dgm:spPr/>
    </dgm:pt>
    <dgm:pt modelId="{D99AFCA0-FB6A-40AF-B3DD-4E250E873B10}" type="pres">
      <dgm:prSet presAssocID="{946CD7A1-4E6A-4CAC-A5D8-139B28F6153D}" presName="topConnNode2" presStyleLbl="node2" presStyleIdx="0" presStyleCnt="0"/>
      <dgm:spPr/>
      <dgm:t>
        <a:bodyPr/>
        <a:lstStyle/>
        <a:p>
          <a:endParaRPr lang="en-US"/>
        </a:p>
      </dgm:t>
    </dgm:pt>
    <dgm:pt modelId="{FAE1F9EE-68E8-4914-85FA-4DBCB3CE6603}" type="pres">
      <dgm:prSet presAssocID="{946CD7A1-4E6A-4CAC-A5D8-139B28F6153D}" presName="hierChild4" presStyleCnt="0"/>
      <dgm:spPr/>
    </dgm:pt>
    <dgm:pt modelId="{E9727E2C-956E-411B-913C-B0068B57E661}" type="pres">
      <dgm:prSet presAssocID="{6C77507B-0117-4CDA-AA03-7DE3EE88F9B2}" presName="Name28" presStyleLbl="parChTrans1D3" presStyleIdx="5" presStyleCnt="9"/>
      <dgm:spPr/>
      <dgm:t>
        <a:bodyPr/>
        <a:lstStyle/>
        <a:p>
          <a:endParaRPr lang="en-US"/>
        </a:p>
      </dgm:t>
    </dgm:pt>
    <dgm:pt modelId="{5693454F-0AAC-409A-A617-AD23576979DD}" type="pres">
      <dgm:prSet presAssocID="{AB5CF1F4-A43A-4562-BD65-63DD2033291E}" presName="hierRoot2" presStyleCnt="0">
        <dgm:presLayoutVars>
          <dgm:hierBranch val="init"/>
        </dgm:presLayoutVars>
      </dgm:prSet>
      <dgm:spPr/>
    </dgm:pt>
    <dgm:pt modelId="{23E40523-D320-423B-9F0E-E597021F3AF3}" type="pres">
      <dgm:prSet presAssocID="{AB5CF1F4-A43A-4562-BD65-63DD2033291E}" presName="rootComposite2" presStyleCnt="0"/>
      <dgm:spPr/>
    </dgm:pt>
    <dgm:pt modelId="{8FD95728-4152-4C1A-98C3-EAD538EA3E68}" type="pres">
      <dgm:prSet presAssocID="{AB5CF1F4-A43A-4562-BD65-63DD2033291E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170EC9-F5A3-446B-BE9D-E78F7CE81D56}" type="pres">
      <dgm:prSet presAssocID="{AB5CF1F4-A43A-4562-BD65-63DD2033291E}" presName="topArc2" presStyleLbl="parChTrans1D1" presStyleIdx="20" presStyleCnt="32"/>
      <dgm:spPr/>
    </dgm:pt>
    <dgm:pt modelId="{8EA56D21-3DD7-4C48-8D24-165B1CD1F70F}" type="pres">
      <dgm:prSet presAssocID="{AB5CF1F4-A43A-4562-BD65-63DD2033291E}" presName="bottomArc2" presStyleLbl="parChTrans1D1" presStyleIdx="21" presStyleCnt="32"/>
      <dgm:spPr/>
    </dgm:pt>
    <dgm:pt modelId="{87221615-891C-448A-88A1-F6484C6AA294}" type="pres">
      <dgm:prSet presAssocID="{AB5CF1F4-A43A-4562-BD65-63DD2033291E}" presName="topConnNode2" presStyleLbl="node3" presStyleIdx="0" presStyleCnt="0"/>
      <dgm:spPr/>
      <dgm:t>
        <a:bodyPr/>
        <a:lstStyle/>
        <a:p>
          <a:endParaRPr lang="en-US"/>
        </a:p>
      </dgm:t>
    </dgm:pt>
    <dgm:pt modelId="{7A6D321C-5440-4945-8CA3-37837364B9C3}" type="pres">
      <dgm:prSet presAssocID="{AB5CF1F4-A43A-4562-BD65-63DD2033291E}" presName="hierChild4" presStyleCnt="0"/>
      <dgm:spPr/>
    </dgm:pt>
    <dgm:pt modelId="{6232C714-351A-4279-B50A-8B65B3585CEB}" type="pres">
      <dgm:prSet presAssocID="{AB5CF1F4-A43A-4562-BD65-63DD2033291E}" presName="hierChild5" presStyleCnt="0"/>
      <dgm:spPr/>
    </dgm:pt>
    <dgm:pt modelId="{F003F70A-0682-43C8-847D-1C6CFAF69243}" type="pres">
      <dgm:prSet presAssocID="{946CD7A1-4E6A-4CAC-A5D8-139B28F6153D}" presName="hierChild5" presStyleCnt="0"/>
      <dgm:spPr/>
    </dgm:pt>
    <dgm:pt modelId="{40BEE4EE-AACF-454C-A560-041639CE3F10}" type="pres">
      <dgm:prSet presAssocID="{C99FF932-BE20-4848-842D-10D023388731}" presName="Name28" presStyleLbl="parChTrans1D2" presStyleIdx="4" presStyleCnt="6"/>
      <dgm:spPr/>
      <dgm:t>
        <a:bodyPr/>
        <a:lstStyle/>
        <a:p>
          <a:endParaRPr lang="en-US"/>
        </a:p>
      </dgm:t>
    </dgm:pt>
    <dgm:pt modelId="{AC178FE2-1E29-4EC5-A3F6-F673E17B61A8}" type="pres">
      <dgm:prSet presAssocID="{F647BA00-91EE-40B3-99FE-258AD954212C}" presName="hierRoot2" presStyleCnt="0">
        <dgm:presLayoutVars>
          <dgm:hierBranch val="init"/>
        </dgm:presLayoutVars>
      </dgm:prSet>
      <dgm:spPr/>
    </dgm:pt>
    <dgm:pt modelId="{A5795910-71EF-42DA-8B71-279BF37602F1}" type="pres">
      <dgm:prSet presAssocID="{F647BA00-91EE-40B3-99FE-258AD954212C}" presName="rootComposite2" presStyleCnt="0"/>
      <dgm:spPr/>
    </dgm:pt>
    <dgm:pt modelId="{25B52046-D916-4777-87A3-62D07369B8D8}" type="pres">
      <dgm:prSet presAssocID="{F647BA00-91EE-40B3-99FE-258AD954212C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0F7F8AF-7704-42F3-9378-09D65CA90C34}" type="pres">
      <dgm:prSet presAssocID="{F647BA00-91EE-40B3-99FE-258AD954212C}" presName="topArc2" presStyleLbl="parChTrans1D1" presStyleIdx="22" presStyleCnt="32"/>
      <dgm:spPr/>
    </dgm:pt>
    <dgm:pt modelId="{957A8D07-1003-45B5-A490-962032253B20}" type="pres">
      <dgm:prSet presAssocID="{F647BA00-91EE-40B3-99FE-258AD954212C}" presName="bottomArc2" presStyleLbl="parChTrans1D1" presStyleIdx="23" presStyleCnt="32"/>
      <dgm:spPr/>
    </dgm:pt>
    <dgm:pt modelId="{61EEA2BA-0581-492A-8A0C-22F199548245}" type="pres">
      <dgm:prSet presAssocID="{F647BA00-91EE-40B3-99FE-258AD954212C}" presName="topConnNode2" presStyleLbl="node2" presStyleIdx="0" presStyleCnt="0"/>
      <dgm:spPr/>
      <dgm:t>
        <a:bodyPr/>
        <a:lstStyle/>
        <a:p>
          <a:endParaRPr lang="en-US"/>
        </a:p>
      </dgm:t>
    </dgm:pt>
    <dgm:pt modelId="{6E037A1C-1767-4550-83D9-1BE4684A8C37}" type="pres">
      <dgm:prSet presAssocID="{F647BA00-91EE-40B3-99FE-258AD954212C}" presName="hierChild4" presStyleCnt="0"/>
      <dgm:spPr/>
    </dgm:pt>
    <dgm:pt modelId="{1BE14608-D88B-4A35-8A2A-760E8DDCB79A}" type="pres">
      <dgm:prSet presAssocID="{6FC286A2-B22C-4628-AAEF-4B4750395BD1}" presName="Name28" presStyleLbl="parChTrans1D3" presStyleIdx="6" presStyleCnt="9"/>
      <dgm:spPr/>
      <dgm:t>
        <a:bodyPr/>
        <a:lstStyle/>
        <a:p>
          <a:endParaRPr lang="en-US"/>
        </a:p>
      </dgm:t>
    </dgm:pt>
    <dgm:pt modelId="{1EED3CE9-B424-4D80-B5C4-7B41E84F4229}" type="pres">
      <dgm:prSet presAssocID="{46FDEAA1-2C0C-414F-9E6B-159306FBEEC5}" presName="hierRoot2" presStyleCnt="0">
        <dgm:presLayoutVars>
          <dgm:hierBranch val="init"/>
        </dgm:presLayoutVars>
      </dgm:prSet>
      <dgm:spPr/>
    </dgm:pt>
    <dgm:pt modelId="{67253729-2992-40A1-B370-AEB81F8042B3}" type="pres">
      <dgm:prSet presAssocID="{46FDEAA1-2C0C-414F-9E6B-159306FBEEC5}" presName="rootComposite2" presStyleCnt="0"/>
      <dgm:spPr/>
    </dgm:pt>
    <dgm:pt modelId="{BEAE0BD3-D404-4EB0-87A0-3FB02ED85F26}" type="pres">
      <dgm:prSet presAssocID="{46FDEAA1-2C0C-414F-9E6B-159306FBEEC5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C89839-B3BA-41FC-BDE1-AAC8CB8E99F4}" type="pres">
      <dgm:prSet presAssocID="{46FDEAA1-2C0C-414F-9E6B-159306FBEEC5}" presName="topArc2" presStyleLbl="parChTrans1D1" presStyleIdx="24" presStyleCnt="32"/>
      <dgm:spPr/>
    </dgm:pt>
    <dgm:pt modelId="{0BEE4EB5-8A5A-43FC-8E95-2CE5FDB01EBE}" type="pres">
      <dgm:prSet presAssocID="{46FDEAA1-2C0C-414F-9E6B-159306FBEEC5}" presName="bottomArc2" presStyleLbl="parChTrans1D1" presStyleIdx="25" presStyleCnt="32"/>
      <dgm:spPr/>
    </dgm:pt>
    <dgm:pt modelId="{C2FD1B3F-82EE-483C-9C11-EDA95A2DB57D}" type="pres">
      <dgm:prSet presAssocID="{46FDEAA1-2C0C-414F-9E6B-159306FBEEC5}" presName="topConnNode2" presStyleLbl="node3" presStyleIdx="0" presStyleCnt="0"/>
      <dgm:spPr/>
      <dgm:t>
        <a:bodyPr/>
        <a:lstStyle/>
        <a:p>
          <a:endParaRPr lang="en-US"/>
        </a:p>
      </dgm:t>
    </dgm:pt>
    <dgm:pt modelId="{13A2687D-4EBC-4E56-ACFE-1BA1D9D1F814}" type="pres">
      <dgm:prSet presAssocID="{46FDEAA1-2C0C-414F-9E6B-159306FBEEC5}" presName="hierChild4" presStyleCnt="0"/>
      <dgm:spPr/>
    </dgm:pt>
    <dgm:pt modelId="{AEAFE7AE-FF14-401B-86F1-9FA0B1420AD7}" type="pres">
      <dgm:prSet presAssocID="{46FDEAA1-2C0C-414F-9E6B-159306FBEEC5}" presName="hierChild5" presStyleCnt="0"/>
      <dgm:spPr/>
    </dgm:pt>
    <dgm:pt modelId="{34108E3B-F1ED-473A-9B29-8C3E8EF2060E}" type="pres">
      <dgm:prSet presAssocID="{F647BA00-91EE-40B3-99FE-258AD954212C}" presName="hierChild5" presStyleCnt="0"/>
      <dgm:spPr/>
    </dgm:pt>
    <dgm:pt modelId="{64ED3913-61F8-4EC4-B283-411EFF7A5D02}" type="pres">
      <dgm:prSet presAssocID="{6BAD8C1A-D4C0-4C7F-A016-2857EDABE4CF}" presName="Name28" presStyleLbl="parChTrans1D2" presStyleIdx="5" presStyleCnt="6"/>
      <dgm:spPr/>
      <dgm:t>
        <a:bodyPr/>
        <a:lstStyle/>
        <a:p>
          <a:endParaRPr lang="en-US"/>
        </a:p>
      </dgm:t>
    </dgm:pt>
    <dgm:pt modelId="{658026BD-E6C9-4BD6-B7CC-131835EF4C07}" type="pres">
      <dgm:prSet presAssocID="{BBE88623-0711-43F1-9832-6143F478BC83}" presName="hierRoot2" presStyleCnt="0">
        <dgm:presLayoutVars>
          <dgm:hierBranch val="init"/>
        </dgm:presLayoutVars>
      </dgm:prSet>
      <dgm:spPr/>
    </dgm:pt>
    <dgm:pt modelId="{24CB9715-C914-4522-A5A7-6B3DD32B18BB}" type="pres">
      <dgm:prSet presAssocID="{BBE88623-0711-43F1-9832-6143F478BC83}" presName="rootComposite2" presStyleCnt="0"/>
      <dgm:spPr/>
    </dgm:pt>
    <dgm:pt modelId="{101E365D-76F6-411E-B440-5D7181A642D0}" type="pres">
      <dgm:prSet presAssocID="{BBE88623-0711-43F1-9832-6143F478BC83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9D0852-3129-42AD-AFCE-09928566B0C5}" type="pres">
      <dgm:prSet presAssocID="{BBE88623-0711-43F1-9832-6143F478BC83}" presName="topArc2" presStyleLbl="parChTrans1D1" presStyleIdx="26" presStyleCnt="32"/>
      <dgm:spPr/>
    </dgm:pt>
    <dgm:pt modelId="{133E41E3-5C31-4B9B-900D-BB928F572B65}" type="pres">
      <dgm:prSet presAssocID="{BBE88623-0711-43F1-9832-6143F478BC83}" presName="bottomArc2" presStyleLbl="parChTrans1D1" presStyleIdx="27" presStyleCnt="32"/>
      <dgm:spPr/>
    </dgm:pt>
    <dgm:pt modelId="{D3D60A33-D3BD-467A-A61B-13BBE99A45A4}" type="pres">
      <dgm:prSet presAssocID="{BBE88623-0711-43F1-9832-6143F478BC83}" presName="topConnNode2" presStyleLbl="node2" presStyleIdx="0" presStyleCnt="0"/>
      <dgm:spPr/>
      <dgm:t>
        <a:bodyPr/>
        <a:lstStyle/>
        <a:p>
          <a:endParaRPr lang="en-US"/>
        </a:p>
      </dgm:t>
    </dgm:pt>
    <dgm:pt modelId="{9A82F701-52BF-422A-803E-47DBC7AECE03}" type="pres">
      <dgm:prSet presAssocID="{BBE88623-0711-43F1-9832-6143F478BC83}" presName="hierChild4" presStyleCnt="0"/>
      <dgm:spPr/>
    </dgm:pt>
    <dgm:pt modelId="{B63FA420-EEA0-49A1-887E-B1942AE2389B}" type="pres">
      <dgm:prSet presAssocID="{74FC1681-AFF2-406B-B6A7-ED13DCD4419E}" presName="Name28" presStyleLbl="parChTrans1D3" presStyleIdx="7" presStyleCnt="9"/>
      <dgm:spPr/>
      <dgm:t>
        <a:bodyPr/>
        <a:lstStyle/>
        <a:p>
          <a:endParaRPr lang="en-US"/>
        </a:p>
      </dgm:t>
    </dgm:pt>
    <dgm:pt modelId="{1CF424AE-968A-4B91-A158-D5017F88F7FA}" type="pres">
      <dgm:prSet presAssocID="{6023175E-C980-46C7-B5E1-3D7E4ADFBE21}" presName="hierRoot2" presStyleCnt="0">
        <dgm:presLayoutVars>
          <dgm:hierBranch val="init"/>
        </dgm:presLayoutVars>
      </dgm:prSet>
      <dgm:spPr/>
    </dgm:pt>
    <dgm:pt modelId="{9BB91B82-4229-4344-BC15-78F6B9EA05F5}" type="pres">
      <dgm:prSet presAssocID="{6023175E-C980-46C7-B5E1-3D7E4ADFBE21}" presName="rootComposite2" presStyleCnt="0"/>
      <dgm:spPr/>
    </dgm:pt>
    <dgm:pt modelId="{9289592B-58FE-4B0C-BAAA-4B7DE77D4E91}" type="pres">
      <dgm:prSet presAssocID="{6023175E-C980-46C7-B5E1-3D7E4ADFBE21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FC77D0-F9E7-46C3-828F-A57F533A607F}" type="pres">
      <dgm:prSet presAssocID="{6023175E-C980-46C7-B5E1-3D7E4ADFBE21}" presName="topArc2" presStyleLbl="parChTrans1D1" presStyleIdx="28" presStyleCnt="32"/>
      <dgm:spPr/>
    </dgm:pt>
    <dgm:pt modelId="{F40C3D56-DA60-42CF-A096-EBFDD7F7A5FA}" type="pres">
      <dgm:prSet presAssocID="{6023175E-C980-46C7-B5E1-3D7E4ADFBE21}" presName="bottomArc2" presStyleLbl="parChTrans1D1" presStyleIdx="29" presStyleCnt="32"/>
      <dgm:spPr/>
    </dgm:pt>
    <dgm:pt modelId="{81777913-793A-40E8-90CE-3E718F4BAF47}" type="pres">
      <dgm:prSet presAssocID="{6023175E-C980-46C7-B5E1-3D7E4ADFBE21}" presName="topConnNode2" presStyleLbl="node3" presStyleIdx="0" presStyleCnt="0"/>
      <dgm:spPr/>
      <dgm:t>
        <a:bodyPr/>
        <a:lstStyle/>
        <a:p>
          <a:endParaRPr lang="en-US"/>
        </a:p>
      </dgm:t>
    </dgm:pt>
    <dgm:pt modelId="{CCD5BB10-4AEE-4483-ABA6-77F4BF43A581}" type="pres">
      <dgm:prSet presAssocID="{6023175E-C980-46C7-B5E1-3D7E4ADFBE21}" presName="hierChild4" presStyleCnt="0"/>
      <dgm:spPr/>
    </dgm:pt>
    <dgm:pt modelId="{E28E6557-1012-4AA1-8085-1821338BF38F}" type="pres">
      <dgm:prSet presAssocID="{6023175E-C980-46C7-B5E1-3D7E4ADFBE21}" presName="hierChild5" presStyleCnt="0"/>
      <dgm:spPr/>
    </dgm:pt>
    <dgm:pt modelId="{BF9BF2BF-BF2A-4786-B053-492928FCD63C}" type="pres">
      <dgm:prSet presAssocID="{991643AD-7C91-40D6-9DC4-A3FB6E45F3EF}" presName="Name28" presStyleLbl="parChTrans1D3" presStyleIdx="8" presStyleCnt="9"/>
      <dgm:spPr/>
      <dgm:t>
        <a:bodyPr/>
        <a:lstStyle/>
        <a:p>
          <a:endParaRPr lang="en-US"/>
        </a:p>
      </dgm:t>
    </dgm:pt>
    <dgm:pt modelId="{D4C5081B-5958-4A51-802C-4DB93DEA5AAE}" type="pres">
      <dgm:prSet presAssocID="{CB45C710-0246-4952-B9BC-D9F8B995FD7F}" presName="hierRoot2" presStyleCnt="0">
        <dgm:presLayoutVars>
          <dgm:hierBranch val="init"/>
        </dgm:presLayoutVars>
      </dgm:prSet>
      <dgm:spPr/>
    </dgm:pt>
    <dgm:pt modelId="{A743DFEA-27A1-4CEE-AD01-2AEA5E523B08}" type="pres">
      <dgm:prSet presAssocID="{CB45C710-0246-4952-B9BC-D9F8B995FD7F}" presName="rootComposite2" presStyleCnt="0"/>
      <dgm:spPr/>
    </dgm:pt>
    <dgm:pt modelId="{067CEC6E-537F-4914-9426-640363846C60}" type="pres">
      <dgm:prSet presAssocID="{CB45C710-0246-4952-B9BC-D9F8B995FD7F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0883D-554A-47F5-B69A-2568EDF6BE35}" type="pres">
      <dgm:prSet presAssocID="{CB45C710-0246-4952-B9BC-D9F8B995FD7F}" presName="topArc2" presStyleLbl="parChTrans1D1" presStyleIdx="30" presStyleCnt="32"/>
      <dgm:spPr/>
    </dgm:pt>
    <dgm:pt modelId="{9D141916-6BAB-428A-84A9-EE056A32EF53}" type="pres">
      <dgm:prSet presAssocID="{CB45C710-0246-4952-B9BC-D9F8B995FD7F}" presName="bottomArc2" presStyleLbl="parChTrans1D1" presStyleIdx="31" presStyleCnt="32"/>
      <dgm:spPr/>
    </dgm:pt>
    <dgm:pt modelId="{2507C48F-131B-4922-A85E-DDC4BDC0759F}" type="pres">
      <dgm:prSet presAssocID="{CB45C710-0246-4952-B9BC-D9F8B995FD7F}" presName="topConnNode2" presStyleLbl="node3" presStyleIdx="0" presStyleCnt="0"/>
      <dgm:spPr/>
      <dgm:t>
        <a:bodyPr/>
        <a:lstStyle/>
        <a:p>
          <a:endParaRPr lang="en-US"/>
        </a:p>
      </dgm:t>
    </dgm:pt>
    <dgm:pt modelId="{62EF87E9-CE20-4279-A5A7-3F01472BAC27}" type="pres">
      <dgm:prSet presAssocID="{CB45C710-0246-4952-B9BC-D9F8B995FD7F}" presName="hierChild4" presStyleCnt="0"/>
      <dgm:spPr/>
    </dgm:pt>
    <dgm:pt modelId="{04C8C511-8175-4026-B553-E2C7D374153E}" type="pres">
      <dgm:prSet presAssocID="{CB45C710-0246-4952-B9BC-D9F8B995FD7F}" presName="hierChild5" presStyleCnt="0"/>
      <dgm:spPr/>
    </dgm:pt>
    <dgm:pt modelId="{BC631BC6-4E42-44CB-927C-5DD253E5AFD8}" type="pres">
      <dgm:prSet presAssocID="{BBE88623-0711-43F1-9832-6143F478BC83}" presName="hierChild5" presStyleCnt="0"/>
      <dgm:spPr/>
    </dgm:pt>
    <dgm:pt modelId="{908018E6-9FBE-4F21-8097-B50B088D67FA}" type="pres">
      <dgm:prSet presAssocID="{811626A3-C158-4D4D-8561-F5BA847CAE6B}" presName="hierChild3" presStyleCnt="0"/>
      <dgm:spPr/>
    </dgm:pt>
  </dgm:ptLst>
  <dgm:cxnLst>
    <dgm:cxn modelId="{4A82FF97-6CCB-408C-9EB7-31350B927426}" type="presOf" srcId="{6FC286A2-B22C-4628-AAEF-4B4750395BD1}" destId="{1BE14608-D88B-4A35-8A2A-760E8DDCB79A}" srcOrd="0" destOrd="0" presId="urn:microsoft.com/office/officeart/2008/layout/HalfCircleOrganizationChart"/>
    <dgm:cxn modelId="{E85E6DFA-E4CD-4019-97F3-16F3B419A40B}" type="presOf" srcId="{8FE4535C-4865-49CB-9A33-9D83936E073E}" destId="{3E3E7593-0D2A-4261-8F66-A3AC5C62A2BA}" srcOrd="0" destOrd="0" presId="urn:microsoft.com/office/officeart/2008/layout/HalfCircleOrganizationChart"/>
    <dgm:cxn modelId="{33BDE311-4EE5-462D-A63B-6B49F3F3D37C}" srcId="{811626A3-C158-4D4D-8561-F5BA847CAE6B}" destId="{F576A532-584A-4401-AA20-C047DF526279}" srcOrd="0" destOrd="0" parTransId="{13914C90-25C5-4E6C-81FB-1A6003CACC76}" sibTransId="{AB5AA582-930F-4724-AC97-0630C71588FE}"/>
    <dgm:cxn modelId="{8CDF962F-B65A-48EE-8083-797D338D46F2}" srcId="{F576A532-584A-4401-AA20-C047DF526279}" destId="{F47175CB-5689-4372-8D84-14445B24C02D}" srcOrd="0" destOrd="0" parTransId="{EE93154C-77C9-44BF-BA5D-0A1A6BE493E8}" sibTransId="{689F5D4F-386B-4597-A804-C554AF069245}"/>
    <dgm:cxn modelId="{3DB7E734-A851-424B-A8F1-2ABB7261D33C}" type="presOf" srcId="{BBE88623-0711-43F1-9832-6143F478BC83}" destId="{D3D60A33-D3BD-467A-A61B-13BBE99A45A4}" srcOrd="1" destOrd="0" presId="urn:microsoft.com/office/officeart/2008/layout/HalfCircleOrganizationChart"/>
    <dgm:cxn modelId="{112EF752-A80C-45FB-9AF3-28B7DAA48A59}" type="presOf" srcId="{F576A532-584A-4401-AA20-C047DF526279}" destId="{DD4A9F4A-45D9-47B9-86EC-43E9BFA50449}" srcOrd="0" destOrd="0" presId="urn:microsoft.com/office/officeart/2008/layout/HalfCircleOrganizationChart"/>
    <dgm:cxn modelId="{3AFA4A4A-EAE5-4CC7-9A21-72BBD4939254}" type="presOf" srcId="{811626A3-C158-4D4D-8561-F5BA847CAE6B}" destId="{75630884-AD44-46F8-B31C-79A22C0CF1FF}" srcOrd="0" destOrd="0" presId="urn:microsoft.com/office/officeart/2008/layout/HalfCircleOrganizationChart"/>
    <dgm:cxn modelId="{00698F00-6EDA-4728-9EA6-0034C00BE46A}" type="presOf" srcId="{62176912-5B01-483A-8AA8-965EE9CB340A}" destId="{47AC079D-2DEA-48B4-A668-DAE877F90794}" srcOrd="1" destOrd="0" presId="urn:microsoft.com/office/officeart/2008/layout/HalfCircleOrganizationChart"/>
    <dgm:cxn modelId="{AFA4D0D4-96B9-4FC3-A8EE-1F0A7C3949E4}" type="presOf" srcId="{377F74E6-CCE5-4BEE-9BB4-D532E52D8F40}" destId="{BEADB7BF-0EF2-45A6-8FD1-B4EF34657E54}" srcOrd="0" destOrd="0" presId="urn:microsoft.com/office/officeart/2008/layout/HalfCircleOrganizationChart"/>
    <dgm:cxn modelId="{5AB57D82-5455-4216-B7FA-4DF8E8ED24F5}" srcId="{811626A3-C158-4D4D-8561-F5BA847CAE6B}" destId="{396BB8C3-4099-418E-8FB4-B0BAD20F6797}" srcOrd="2" destOrd="0" parTransId="{A1107F79-52B4-420D-9355-190651E9A9D1}" sibTransId="{8D2F766D-64AA-4FC8-A97C-E72A367CC9C7}"/>
    <dgm:cxn modelId="{962BBC4F-8CBF-4194-9181-17D25D4756E9}" srcId="{811626A3-C158-4D4D-8561-F5BA847CAE6B}" destId="{F647BA00-91EE-40B3-99FE-258AD954212C}" srcOrd="4" destOrd="0" parTransId="{C99FF932-BE20-4848-842D-10D023388731}" sibTransId="{6FC42723-ACA5-4B2C-8D22-BB8C0A71E1DC}"/>
    <dgm:cxn modelId="{3E684C24-839D-4176-A95E-AE59BC67B3A0}" type="presOf" srcId="{6023175E-C980-46C7-B5E1-3D7E4ADFBE21}" destId="{81777913-793A-40E8-90CE-3E718F4BAF47}" srcOrd="1" destOrd="0" presId="urn:microsoft.com/office/officeart/2008/layout/HalfCircleOrganizationChart"/>
    <dgm:cxn modelId="{955ABBC0-5292-4837-AC2E-AB113CF870B2}" srcId="{F647BA00-91EE-40B3-99FE-258AD954212C}" destId="{46FDEAA1-2C0C-414F-9E6B-159306FBEEC5}" srcOrd="0" destOrd="0" parTransId="{6FC286A2-B22C-4628-AAEF-4B4750395BD1}" sibTransId="{CFF5B71E-C4F1-4A53-AC2A-A0494CF9B5DB}"/>
    <dgm:cxn modelId="{0282D2AA-D64C-4E0B-AA41-1C46AB449121}" type="presOf" srcId="{46FDEAA1-2C0C-414F-9E6B-159306FBEEC5}" destId="{BEAE0BD3-D404-4EB0-87A0-3FB02ED85F26}" srcOrd="0" destOrd="0" presId="urn:microsoft.com/office/officeart/2008/layout/HalfCircleOrganizationChart"/>
    <dgm:cxn modelId="{B90D77A9-16AF-4093-89E1-944215F26DE8}" type="presOf" srcId="{DFA0386C-09D8-4E87-9D80-FD306083C5E9}" destId="{9783C823-B5E0-44F1-B175-6488576428FC}" srcOrd="0" destOrd="0" presId="urn:microsoft.com/office/officeart/2008/layout/HalfCircleOrganizationChart"/>
    <dgm:cxn modelId="{3220BC92-7140-4B6B-B06B-7B6A528D4928}" type="presOf" srcId="{6BAD8C1A-D4C0-4C7F-A016-2857EDABE4CF}" destId="{64ED3913-61F8-4EC4-B283-411EFF7A5D02}" srcOrd="0" destOrd="0" presId="urn:microsoft.com/office/officeart/2008/layout/HalfCircleOrganizationChart"/>
    <dgm:cxn modelId="{6536CC2B-1EA7-4C97-B4D6-22E71492D833}" type="presOf" srcId="{74FC1681-AFF2-406B-B6A7-ED13DCD4419E}" destId="{B63FA420-EEA0-49A1-887E-B1942AE2389B}" srcOrd="0" destOrd="0" presId="urn:microsoft.com/office/officeart/2008/layout/HalfCircleOrganizationChart"/>
    <dgm:cxn modelId="{66B6484E-3DD5-4CFB-8D7B-DA5D3108A89A}" type="presOf" srcId="{F647BA00-91EE-40B3-99FE-258AD954212C}" destId="{61EEA2BA-0581-492A-8A0C-22F199548245}" srcOrd="1" destOrd="0" presId="urn:microsoft.com/office/officeart/2008/layout/HalfCircleOrganizationChart"/>
    <dgm:cxn modelId="{56EC2DC7-7B4D-40EE-B1BB-B4E14270A762}" type="presOf" srcId="{42C0AF76-181C-4C73-BA93-7CE27C57A331}" destId="{56279B8F-233B-4B05-A56D-8AA245E4A4E3}" srcOrd="0" destOrd="0" presId="urn:microsoft.com/office/officeart/2008/layout/HalfCircleOrganizationChart"/>
    <dgm:cxn modelId="{F8E0B146-03D3-4C5A-9578-CF3A9070CFC9}" type="presOf" srcId="{6C77507B-0117-4CDA-AA03-7DE3EE88F9B2}" destId="{E9727E2C-956E-411B-913C-B0068B57E661}" srcOrd="0" destOrd="0" presId="urn:microsoft.com/office/officeart/2008/layout/HalfCircleOrganizationChart"/>
    <dgm:cxn modelId="{8FB88950-4619-4E44-930B-FFC41D997DCF}" type="presOf" srcId="{45281AEC-93CF-4C12-832A-5681CC9D0A4A}" destId="{650B24D0-6E49-44F6-AAB1-0E3A7608444A}" srcOrd="0" destOrd="0" presId="urn:microsoft.com/office/officeart/2008/layout/HalfCircleOrganizationChart"/>
    <dgm:cxn modelId="{3EBB24BF-A6E1-46DD-87C6-C5EA16F1A159}" type="presOf" srcId="{946CD7A1-4E6A-4CAC-A5D8-139B28F6153D}" destId="{DC122DFA-08DD-4C9D-AABC-215CD25C7594}" srcOrd="0" destOrd="0" presId="urn:microsoft.com/office/officeart/2008/layout/HalfCircleOrganizationChart"/>
    <dgm:cxn modelId="{C7127962-7A95-4FAE-8C3B-3568F8BB4A3B}" type="presOf" srcId="{A7D86F82-C8A8-4C06-9065-3A8E105C6B6D}" destId="{CE11C8D9-48B6-4418-99B2-873A6ED39736}" srcOrd="0" destOrd="0" presId="urn:microsoft.com/office/officeart/2008/layout/HalfCircleOrganizationChart"/>
    <dgm:cxn modelId="{E7DBE9D8-E49D-4157-AC5C-4B8A18B8213D}" type="presOf" srcId="{13914C90-25C5-4E6C-81FB-1A6003CACC76}" destId="{C709C748-4D87-46AF-A1E6-22DDD48D4453}" srcOrd="0" destOrd="0" presId="urn:microsoft.com/office/officeart/2008/layout/HalfCircleOrganizationChart"/>
    <dgm:cxn modelId="{AB7545FF-1A9E-4870-945B-FBC7F1E283F6}" type="presOf" srcId="{396BB8C3-4099-418E-8FB4-B0BAD20F6797}" destId="{BF847931-B423-4EA9-AF69-CFA1079AA7C7}" srcOrd="0" destOrd="0" presId="urn:microsoft.com/office/officeart/2008/layout/HalfCircleOrganizationChart"/>
    <dgm:cxn modelId="{679C835C-89FF-44CE-805E-5AC8337252CD}" srcId="{BBE88623-0711-43F1-9832-6143F478BC83}" destId="{6023175E-C980-46C7-B5E1-3D7E4ADFBE21}" srcOrd="0" destOrd="0" parTransId="{74FC1681-AFF2-406B-B6A7-ED13DCD4419E}" sibTransId="{E2120431-B722-4249-AA6D-281D4EE53B86}"/>
    <dgm:cxn modelId="{C1307B72-3CD7-4D9E-8217-7F135DBF9623}" srcId="{F576A532-584A-4401-AA20-C047DF526279}" destId="{E20A804C-015E-45D2-8C81-F5653842B64F}" srcOrd="1" destOrd="0" parTransId="{3460B657-B8CA-416F-A86A-BE7D606024E5}" sibTransId="{D31C0BE2-D8CE-4EAE-A582-65E8A10FA8B7}"/>
    <dgm:cxn modelId="{A8099F35-68B8-48C4-9ACC-C8F3E9653F97}" type="presOf" srcId="{EE93154C-77C9-44BF-BA5D-0A1A6BE493E8}" destId="{E0F03D55-9583-4997-B4B3-A1BB5388391A}" srcOrd="0" destOrd="0" presId="urn:microsoft.com/office/officeart/2008/layout/HalfCircleOrganizationChart"/>
    <dgm:cxn modelId="{E5195DF2-4B60-4A61-BF22-5092242B717B}" type="presOf" srcId="{CB45C710-0246-4952-B9BC-D9F8B995FD7F}" destId="{067CEC6E-537F-4914-9426-640363846C60}" srcOrd="0" destOrd="0" presId="urn:microsoft.com/office/officeart/2008/layout/HalfCircleOrganizationChart"/>
    <dgm:cxn modelId="{FF9B8941-B533-422F-BC48-5224C72EAA6A}" type="presOf" srcId="{46FDEAA1-2C0C-414F-9E6B-159306FBEEC5}" destId="{C2FD1B3F-82EE-483C-9C11-EDA95A2DB57D}" srcOrd="1" destOrd="0" presId="urn:microsoft.com/office/officeart/2008/layout/HalfCircleOrganizationChart"/>
    <dgm:cxn modelId="{F6C9502A-D689-44E0-869E-E35912A77FAA}" type="presOf" srcId="{68015867-4D01-406C-85AD-CDE57C171744}" destId="{D7CBF5D3-F01E-4051-81AD-93E7EE74ED0C}" srcOrd="0" destOrd="0" presId="urn:microsoft.com/office/officeart/2008/layout/HalfCircleOrganizationChart"/>
    <dgm:cxn modelId="{4D8DE490-87CD-4A70-A662-855730CC5300}" srcId="{946CD7A1-4E6A-4CAC-A5D8-139B28F6153D}" destId="{AB5CF1F4-A43A-4562-BD65-63DD2033291E}" srcOrd="0" destOrd="0" parTransId="{6C77507B-0117-4CDA-AA03-7DE3EE88F9B2}" sibTransId="{2901422B-A428-4E61-B52B-4B80102CC856}"/>
    <dgm:cxn modelId="{9A3F40DF-1B9A-408A-9C86-927FF74F2D24}" type="presOf" srcId="{F47175CB-5689-4372-8D84-14445B24C02D}" destId="{407FB7E9-8024-42D2-8C8F-9006C0E2BA47}" srcOrd="1" destOrd="0" presId="urn:microsoft.com/office/officeart/2008/layout/HalfCircleOrganizationChart"/>
    <dgm:cxn modelId="{521DDB6F-BB50-4036-BFC2-28D2442C0718}" type="presOf" srcId="{CB45C710-0246-4952-B9BC-D9F8B995FD7F}" destId="{2507C48F-131B-4922-A85E-DDC4BDC0759F}" srcOrd="1" destOrd="0" presId="urn:microsoft.com/office/officeart/2008/layout/HalfCircleOrganizationChart"/>
    <dgm:cxn modelId="{D5B4F33D-7E35-4D95-9B97-F3C03050737F}" type="presOf" srcId="{F576A532-584A-4401-AA20-C047DF526279}" destId="{332F8E29-C162-41E5-9C41-5FEE3D526D9D}" srcOrd="1" destOrd="0" presId="urn:microsoft.com/office/officeart/2008/layout/HalfCircleOrganizationChart"/>
    <dgm:cxn modelId="{2FF7F945-3C67-4F70-A281-F9375347E8F1}" type="presOf" srcId="{E20A804C-015E-45D2-8C81-F5653842B64F}" destId="{18CAF858-9A82-4746-8496-77C7E4DAE9AB}" srcOrd="1" destOrd="0" presId="urn:microsoft.com/office/officeart/2008/layout/HalfCircleOrganizationChart"/>
    <dgm:cxn modelId="{08FA9CC2-CC60-4A49-A1EB-84D33FF0C205}" type="presOf" srcId="{9F9C7338-0705-4EBD-B40A-C8A62F39B143}" destId="{94EAAB9D-2B9B-4F02-8A7E-DADE499E4179}" srcOrd="1" destOrd="0" presId="urn:microsoft.com/office/officeart/2008/layout/HalfCircleOrganizationChart"/>
    <dgm:cxn modelId="{C4F77422-1318-4F26-A451-98E97AE6719D}" type="presOf" srcId="{DFA0386C-09D8-4E87-9D80-FD306083C5E9}" destId="{E19B8951-4BEB-4448-80E6-218F4B29997D}" srcOrd="1" destOrd="0" presId="urn:microsoft.com/office/officeart/2008/layout/HalfCircleOrganizationChart"/>
    <dgm:cxn modelId="{A07785CF-09E3-4ED8-ACB4-B665D13FE30D}" type="presOf" srcId="{62176912-5B01-483A-8AA8-965EE9CB340A}" destId="{6663AC89-E298-4BD8-8CA4-951B7E0DF6EA}" srcOrd="0" destOrd="0" presId="urn:microsoft.com/office/officeart/2008/layout/HalfCircleOrganizationChart"/>
    <dgm:cxn modelId="{4993E0C7-1F2D-4083-93A1-EB5375A545F9}" srcId="{396BB8C3-4099-418E-8FB4-B0BAD20F6797}" destId="{DFA0386C-09D8-4E87-9D80-FD306083C5E9}" srcOrd="1" destOrd="0" parTransId="{8FE4535C-4865-49CB-9A33-9D83936E073E}" sibTransId="{4597DF91-CB9A-4B77-89B8-A2744161FB2C}"/>
    <dgm:cxn modelId="{376D428B-AF8C-4825-9030-71359D027A6E}" type="presOf" srcId="{3460B657-B8CA-416F-A86A-BE7D606024E5}" destId="{E401538A-07B8-477E-B92D-8DE28D36B8CC}" srcOrd="0" destOrd="0" presId="urn:microsoft.com/office/officeart/2008/layout/HalfCircleOrganizationChart"/>
    <dgm:cxn modelId="{3A9C608C-4EEE-4F78-A713-EA1DA3914709}" srcId="{BBE88623-0711-43F1-9832-6143F478BC83}" destId="{CB45C710-0246-4952-B9BC-D9F8B995FD7F}" srcOrd="1" destOrd="0" parTransId="{991643AD-7C91-40D6-9DC4-A3FB6E45F3EF}" sibTransId="{680226B2-A1C4-47FD-959C-B27FDBE3E5B5}"/>
    <dgm:cxn modelId="{FCD9386C-71A5-4E8D-AB8A-341425369EC9}" type="presOf" srcId="{C99FF932-BE20-4848-842D-10D023388731}" destId="{40BEE4EE-AACF-454C-A560-041639CE3F10}" srcOrd="0" destOrd="0" presId="urn:microsoft.com/office/officeart/2008/layout/HalfCircleOrganizationChart"/>
    <dgm:cxn modelId="{6E8AFCEE-BF75-48BC-AD3F-B9C295604581}" type="presOf" srcId="{A1107F79-52B4-420D-9355-190651E9A9D1}" destId="{FB172611-0DD6-4FB1-9C67-1DF97021C6A9}" srcOrd="0" destOrd="0" presId="urn:microsoft.com/office/officeart/2008/layout/HalfCircleOrganizationChart"/>
    <dgm:cxn modelId="{E143A6A8-2586-4B5B-9374-2457473BDA5F}" type="presOf" srcId="{02446757-1DA6-4501-9F6B-44B86C9AFF69}" destId="{98A1159B-FA33-47BE-ABD0-DC4D2D6D2495}" srcOrd="1" destOrd="0" presId="urn:microsoft.com/office/officeart/2008/layout/HalfCircleOrganizationChart"/>
    <dgm:cxn modelId="{90FB5CBD-024F-464F-9793-5912B90FA61F}" srcId="{811626A3-C158-4D4D-8561-F5BA847CAE6B}" destId="{946CD7A1-4E6A-4CAC-A5D8-139B28F6153D}" srcOrd="3" destOrd="0" parTransId="{42C0AF76-181C-4C73-BA93-7CE27C57A331}" sibTransId="{D0BB7D4F-023A-4842-AED4-4B170D0F84F6}"/>
    <dgm:cxn modelId="{9A4CA3EF-A594-418B-B772-D2B804B92209}" type="presOf" srcId="{E20A804C-015E-45D2-8C81-F5653842B64F}" destId="{93A6E787-0B03-4FCE-865D-C1B080637D3F}" srcOrd="0" destOrd="0" presId="urn:microsoft.com/office/officeart/2008/layout/HalfCircleOrganizationChart"/>
    <dgm:cxn modelId="{EC2A931B-C755-486D-AEE8-468C75BDF636}" type="presOf" srcId="{9F9C7338-0705-4EBD-B40A-C8A62F39B143}" destId="{A9E578DA-045C-43A6-B8CA-045BDFF6DB00}" srcOrd="0" destOrd="0" presId="urn:microsoft.com/office/officeart/2008/layout/HalfCircleOrganizationChart"/>
    <dgm:cxn modelId="{F502DA77-13A2-4970-BC18-680334D345DE}" type="presOf" srcId="{396BB8C3-4099-418E-8FB4-B0BAD20F6797}" destId="{6F06B746-B780-4425-BFFF-87A20999657B}" srcOrd="1" destOrd="0" presId="urn:microsoft.com/office/officeart/2008/layout/HalfCircleOrganizationChart"/>
    <dgm:cxn modelId="{3F0CAB74-10B2-469B-ABEA-19C6F2349414}" srcId="{396BB8C3-4099-418E-8FB4-B0BAD20F6797}" destId="{02446757-1DA6-4501-9F6B-44B86C9AFF69}" srcOrd="0" destOrd="0" parTransId="{377F74E6-CCE5-4BEE-9BB4-D532E52D8F40}" sibTransId="{DB4A15D7-F991-4A24-BBDD-6C7CA89225F2}"/>
    <dgm:cxn modelId="{BA0CA43A-711D-4385-B045-8F8C2340AFA1}" type="presOf" srcId="{946CD7A1-4E6A-4CAC-A5D8-139B28F6153D}" destId="{D99AFCA0-FB6A-40AF-B3DD-4E250E873B10}" srcOrd="1" destOrd="0" presId="urn:microsoft.com/office/officeart/2008/layout/HalfCircleOrganizationChart"/>
    <dgm:cxn modelId="{C4A2C54D-0C55-41D7-9C66-6CA10E96D305}" type="presOf" srcId="{991643AD-7C91-40D6-9DC4-A3FB6E45F3EF}" destId="{BF9BF2BF-BF2A-4786-B053-492928FCD63C}" srcOrd="0" destOrd="0" presId="urn:microsoft.com/office/officeart/2008/layout/HalfCircleOrganizationChart"/>
    <dgm:cxn modelId="{0B4344FD-0064-4BE1-B619-177A9346280A}" type="presOf" srcId="{AB5CF1F4-A43A-4562-BD65-63DD2033291E}" destId="{8FD95728-4152-4C1A-98C3-EAD538EA3E68}" srcOrd="0" destOrd="0" presId="urn:microsoft.com/office/officeart/2008/layout/HalfCircleOrganizationChart"/>
    <dgm:cxn modelId="{89D3B72D-BAA5-4532-96C3-1E2CFD61D751}" srcId="{45281AEC-93CF-4C12-832A-5681CC9D0A4A}" destId="{811626A3-C158-4D4D-8561-F5BA847CAE6B}" srcOrd="0" destOrd="0" parTransId="{9415AEDD-C8F0-4E57-8F6A-DA7F68B9E944}" sibTransId="{FCD663C8-3ABD-4E07-902F-403485A32E9A}"/>
    <dgm:cxn modelId="{4A214A9A-73D1-4708-9E8C-1CCDCE7C949D}" srcId="{811626A3-C158-4D4D-8561-F5BA847CAE6B}" destId="{9F9C7338-0705-4EBD-B40A-C8A62F39B143}" srcOrd="1" destOrd="0" parTransId="{A7D86F82-C8A8-4C06-9065-3A8E105C6B6D}" sibTransId="{6580D1F2-272D-43D5-ABA5-4F378A784848}"/>
    <dgm:cxn modelId="{59FA8F69-4CC4-4FA0-870F-9D1F50426D39}" type="presOf" srcId="{BBE88623-0711-43F1-9832-6143F478BC83}" destId="{101E365D-76F6-411E-B440-5D7181A642D0}" srcOrd="0" destOrd="0" presId="urn:microsoft.com/office/officeart/2008/layout/HalfCircleOrganizationChart"/>
    <dgm:cxn modelId="{7B862DD3-6020-4E73-A4A9-B1080DE2A191}" type="presOf" srcId="{811626A3-C158-4D4D-8561-F5BA847CAE6B}" destId="{2273AD0F-8034-418F-9959-8A7FE66585CB}" srcOrd="1" destOrd="0" presId="urn:microsoft.com/office/officeart/2008/layout/HalfCircleOrganizationChart"/>
    <dgm:cxn modelId="{B29C89A2-076F-4A56-B35F-A8DE2F6A2620}" type="presOf" srcId="{AB5CF1F4-A43A-4562-BD65-63DD2033291E}" destId="{87221615-891C-448A-88A1-F6484C6AA294}" srcOrd="1" destOrd="0" presId="urn:microsoft.com/office/officeart/2008/layout/HalfCircleOrganizationChart"/>
    <dgm:cxn modelId="{E8EB5411-02C4-4AF5-BD24-98E22E5F9535}" type="presOf" srcId="{6023175E-C980-46C7-B5E1-3D7E4ADFBE21}" destId="{9289592B-58FE-4B0C-BAAA-4B7DE77D4E91}" srcOrd="0" destOrd="0" presId="urn:microsoft.com/office/officeart/2008/layout/HalfCircleOrganizationChart"/>
    <dgm:cxn modelId="{CDADFE1A-157E-47EF-9D45-26642C8DD96A}" srcId="{811626A3-C158-4D4D-8561-F5BA847CAE6B}" destId="{BBE88623-0711-43F1-9832-6143F478BC83}" srcOrd="5" destOrd="0" parTransId="{6BAD8C1A-D4C0-4C7F-A016-2857EDABE4CF}" sibTransId="{4FA9A493-CFE3-4C9F-90FE-BFDF1F160F03}"/>
    <dgm:cxn modelId="{74EFC488-D8DC-4DF4-B675-3B1930DD4170}" srcId="{9F9C7338-0705-4EBD-B40A-C8A62F39B143}" destId="{62176912-5B01-483A-8AA8-965EE9CB340A}" srcOrd="0" destOrd="0" parTransId="{68015867-4D01-406C-85AD-CDE57C171744}" sibTransId="{82E267C9-8868-45A6-9CF8-9A588BF7562A}"/>
    <dgm:cxn modelId="{5A6B2463-5209-4177-93FC-912888FB7A14}" type="presOf" srcId="{02446757-1DA6-4501-9F6B-44B86C9AFF69}" destId="{7427A804-2895-45C2-BB2D-280CFFD41C47}" srcOrd="0" destOrd="0" presId="urn:microsoft.com/office/officeart/2008/layout/HalfCircleOrganizationChart"/>
    <dgm:cxn modelId="{33384258-B04C-44AA-ADF3-CF010F292CAE}" type="presOf" srcId="{F47175CB-5689-4372-8D84-14445B24C02D}" destId="{D7208451-807B-47A0-B718-AA81C165810B}" srcOrd="0" destOrd="0" presId="urn:microsoft.com/office/officeart/2008/layout/HalfCircleOrganizationChart"/>
    <dgm:cxn modelId="{E4A98457-6C45-4AA6-9572-FBAFA854AC47}" type="presOf" srcId="{F647BA00-91EE-40B3-99FE-258AD954212C}" destId="{25B52046-D916-4777-87A3-62D07369B8D8}" srcOrd="0" destOrd="0" presId="urn:microsoft.com/office/officeart/2008/layout/HalfCircleOrganizationChart"/>
    <dgm:cxn modelId="{8017764A-1090-4A8B-9BFD-19E6C5FA44AD}" type="presParOf" srcId="{650B24D0-6E49-44F6-AAB1-0E3A7608444A}" destId="{C9AE00DD-1FCC-471E-B77F-25783E5E03B1}" srcOrd="0" destOrd="0" presId="urn:microsoft.com/office/officeart/2008/layout/HalfCircleOrganizationChart"/>
    <dgm:cxn modelId="{8611CA54-3E8A-4365-AB2F-3578EE6257CC}" type="presParOf" srcId="{C9AE00DD-1FCC-471E-B77F-25783E5E03B1}" destId="{1450A30E-FAAA-47D6-885E-DBB6D12A1719}" srcOrd="0" destOrd="0" presId="urn:microsoft.com/office/officeart/2008/layout/HalfCircleOrganizationChart"/>
    <dgm:cxn modelId="{1411B411-23BC-48C1-AC04-15CBE8D4B56B}" type="presParOf" srcId="{1450A30E-FAAA-47D6-885E-DBB6D12A1719}" destId="{75630884-AD44-46F8-B31C-79A22C0CF1FF}" srcOrd="0" destOrd="0" presId="urn:microsoft.com/office/officeart/2008/layout/HalfCircleOrganizationChart"/>
    <dgm:cxn modelId="{CB9039E1-7C50-4028-82A7-7F24A64DCDA2}" type="presParOf" srcId="{1450A30E-FAAA-47D6-885E-DBB6D12A1719}" destId="{04E0E17C-930B-48D4-B526-46AD644A1590}" srcOrd="1" destOrd="0" presId="urn:microsoft.com/office/officeart/2008/layout/HalfCircleOrganizationChart"/>
    <dgm:cxn modelId="{1833F18B-6360-433B-B328-1A11F4130BFF}" type="presParOf" srcId="{1450A30E-FAAA-47D6-885E-DBB6D12A1719}" destId="{E8BF9208-724D-49AE-B9DF-1CFCAE4F1209}" srcOrd="2" destOrd="0" presId="urn:microsoft.com/office/officeart/2008/layout/HalfCircleOrganizationChart"/>
    <dgm:cxn modelId="{16A3DD89-E453-4FBB-A23E-2582C47D843E}" type="presParOf" srcId="{1450A30E-FAAA-47D6-885E-DBB6D12A1719}" destId="{2273AD0F-8034-418F-9959-8A7FE66585CB}" srcOrd="3" destOrd="0" presId="urn:microsoft.com/office/officeart/2008/layout/HalfCircleOrganizationChart"/>
    <dgm:cxn modelId="{1A4E3FE9-4591-4B5B-A443-87DBE084D152}" type="presParOf" srcId="{C9AE00DD-1FCC-471E-B77F-25783E5E03B1}" destId="{EDFC9B0E-35EF-4FB2-A1E4-986DA34CADBF}" srcOrd="1" destOrd="0" presId="urn:microsoft.com/office/officeart/2008/layout/HalfCircleOrganizationChart"/>
    <dgm:cxn modelId="{07B43E76-F48D-4832-A038-DFA885720DA6}" type="presParOf" srcId="{EDFC9B0E-35EF-4FB2-A1E4-986DA34CADBF}" destId="{C709C748-4D87-46AF-A1E6-22DDD48D4453}" srcOrd="0" destOrd="0" presId="urn:microsoft.com/office/officeart/2008/layout/HalfCircleOrganizationChart"/>
    <dgm:cxn modelId="{4D307B93-5A46-41C4-ABF9-796A6C95484C}" type="presParOf" srcId="{EDFC9B0E-35EF-4FB2-A1E4-986DA34CADBF}" destId="{2C6C4E87-897B-4BDE-ACCD-87DA3194A138}" srcOrd="1" destOrd="0" presId="urn:microsoft.com/office/officeart/2008/layout/HalfCircleOrganizationChart"/>
    <dgm:cxn modelId="{5E68B7BA-D75F-406B-9725-0C0D73BD3C3F}" type="presParOf" srcId="{2C6C4E87-897B-4BDE-ACCD-87DA3194A138}" destId="{360602F1-3C2C-4E30-9AB9-19859EB243A6}" srcOrd="0" destOrd="0" presId="urn:microsoft.com/office/officeart/2008/layout/HalfCircleOrganizationChart"/>
    <dgm:cxn modelId="{CC15C760-C8FE-4900-B79B-75B8364E6251}" type="presParOf" srcId="{360602F1-3C2C-4E30-9AB9-19859EB243A6}" destId="{DD4A9F4A-45D9-47B9-86EC-43E9BFA50449}" srcOrd="0" destOrd="0" presId="urn:microsoft.com/office/officeart/2008/layout/HalfCircleOrganizationChart"/>
    <dgm:cxn modelId="{9680233B-907B-4733-8E6F-C80C57E23D58}" type="presParOf" srcId="{360602F1-3C2C-4E30-9AB9-19859EB243A6}" destId="{06C0EEE7-83B3-4C03-ABC7-8BAC93EE30BC}" srcOrd="1" destOrd="0" presId="urn:microsoft.com/office/officeart/2008/layout/HalfCircleOrganizationChart"/>
    <dgm:cxn modelId="{447D655A-B4BF-4D6D-B812-9B69497FD5D4}" type="presParOf" srcId="{360602F1-3C2C-4E30-9AB9-19859EB243A6}" destId="{0639A941-14FD-4F8A-902A-AD8706F691A4}" srcOrd="2" destOrd="0" presId="urn:microsoft.com/office/officeart/2008/layout/HalfCircleOrganizationChart"/>
    <dgm:cxn modelId="{3263D10F-491B-4321-9A11-3419E701603F}" type="presParOf" srcId="{360602F1-3C2C-4E30-9AB9-19859EB243A6}" destId="{332F8E29-C162-41E5-9C41-5FEE3D526D9D}" srcOrd="3" destOrd="0" presId="urn:microsoft.com/office/officeart/2008/layout/HalfCircleOrganizationChart"/>
    <dgm:cxn modelId="{25220BAA-A309-4536-A814-2CFF6FAD0752}" type="presParOf" srcId="{2C6C4E87-897B-4BDE-ACCD-87DA3194A138}" destId="{E60E686F-5B23-46EC-9A78-E7181C44156D}" srcOrd="1" destOrd="0" presId="urn:microsoft.com/office/officeart/2008/layout/HalfCircleOrganizationChart"/>
    <dgm:cxn modelId="{2BB0A869-DC70-4199-88AC-3637D455783C}" type="presParOf" srcId="{E60E686F-5B23-46EC-9A78-E7181C44156D}" destId="{E0F03D55-9583-4997-B4B3-A1BB5388391A}" srcOrd="0" destOrd="0" presId="urn:microsoft.com/office/officeart/2008/layout/HalfCircleOrganizationChart"/>
    <dgm:cxn modelId="{64E9AC81-8A3C-4B93-9E38-EA67C0818DAE}" type="presParOf" srcId="{E60E686F-5B23-46EC-9A78-E7181C44156D}" destId="{04193871-D186-4E32-9BC3-F074E3CDCCFF}" srcOrd="1" destOrd="0" presId="urn:microsoft.com/office/officeart/2008/layout/HalfCircleOrganizationChart"/>
    <dgm:cxn modelId="{B6877203-4718-408E-9A12-1C4E36E5DEE6}" type="presParOf" srcId="{04193871-D186-4E32-9BC3-F074E3CDCCFF}" destId="{34068B1B-0FFB-41ED-9911-2A5825AFBD87}" srcOrd="0" destOrd="0" presId="urn:microsoft.com/office/officeart/2008/layout/HalfCircleOrganizationChart"/>
    <dgm:cxn modelId="{BDB163B1-242C-4441-957D-F2731B7992A2}" type="presParOf" srcId="{34068B1B-0FFB-41ED-9911-2A5825AFBD87}" destId="{D7208451-807B-47A0-B718-AA81C165810B}" srcOrd="0" destOrd="0" presId="urn:microsoft.com/office/officeart/2008/layout/HalfCircleOrganizationChart"/>
    <dgm:cxn modelId="{06961BB1-2745-4A9D-83DB-E20368596F4F}" type="presParOf" srcId="{34068B1B-0FFB-41ED-9911-2A5825AFBD87}" destId="{EDCE57CC-9FD2-40AD-A5EB-1210D7044BCF}" srcOrd="1" destOrd="0" presId="urn:microsoft.com/office/officeart/2008/layout/HalfCircleOrganizationChart"/>
    <dgm:cxn modelId="{C9FD0C8F-86FE-4AFC-A902-3547B3B5A80B}" type="presParOf" srcId="{34068B1B-0FFB-41ED-9911-2A5825AFBD87}" destId="{C7AE0253-37B4-4470-B0EA-B9A319757256}" srcOrd="2" destOrd="0" presId="urn:microsoft.com/office/officeart/2008/layout/HalfCircleOrganizationChart"/>
    <dgm:cxn modelId="{5CB60D9D-97E9-4559-BAEC-DA8A19FFDAF0}" type="presParOf" srcId="{34068B1B-0FFB-41ED-9911-2A5825AFBD87}" destId="{407FB7E9-8024-42D2-8C8F-9006C0E2BA47}" srcOrd="3" destOrd="0" presId="urn:microsoft.com/office/officeart/2008/layout/HalfCircleOrganizationChart"/>
    <dgm:cxn modelId="{8305DC0F-52D0-4B73-9C3C-CFB77C48B923}" type="presParOf" srcId="{04193871-D186-4E32-9BC3-F074E3CDCCFF}" destId="{324D8187-8E37-465A-A73A-DC4B40DC5D09}" srcOrd="1" destOrd="0" presId="urn:microsoft.com/office/officeart/2008/layout/HalfCircleOrganizationChart"/>
    <dgm:cxn modelId="{C2F7DF7A-3FB1-4FDD-9BB5-787695918E83}" type="presParOf" srcId="{04193871-D186-4E32-9BC3-F074E3CDCCFF}" destId="{8AD1545F-7FC0-4649-B64F-B808CF6FC02C}" srcOrd="2" destOrd="0" presId="urn:microsoft.com/office/officeart/2008/layout/HalfCircleOrganizationChart"/>
    <dgm:cxn modelId="{5B3242AC-E2C5-4FF9-A4AA-B023FF3B96E2}" type="presParOf" srcId="{E60E686F-5B23-46EC-9A78-E7181C44156D}" destId="{E401538A-07B8-477E-B92D-8DE28D36B8CC}" srcOrd="2" destOrd="0" presId="urn:microsoft.com/office/officeart/2008/layout/HalfCircleOrganizationChart"/>
    <dgm:cxn modelId="{1AE64B3D-1870-457C-A5B6-DC63EF7BA282}" type="presParOf" srcId="{E60E686F-5B23-46EC-9A78-E7181C44156D}" destId="{01C00FCA-92B2-4F0F-9D48-D2E8CA7C3C42}" srcOrd="3" destOrd="0" presId="urn:microsoft.com/office/officeart/2008/layout/HalfCircleOrganizationChart"/>
    <dgm:cxn modelId="{3CFB0903-4F57-401C-A0C1-41E76D094E9F}" type="presParOf" srcId="{01C00FCA-92B2-4F0F-9D48-D2E8CA7C3C42}" destId="{BD56ECC7-CD22-4A0D-9290-44A4744BAA6C}" srcOrd="0" destOrd="0" presId="urn:microsoft.com/office/officeart/2008/layout/HalfCircleOrganizationChart"/>
    <dgm:cxn modelId="{D3200BD3-F3D8-41E5-9CE1-2BD2CB879262}" type="presParOf" srcId="{BD56ECC7-CD22-4A0D-9290-44A4744BAA6C}" destId="{93A6E787-0B03-4FCE-865D-C1B080637D3F}" srcOrd="0" destOrd="0" presId="urn:microsoft.com/office/officeart/2008/layout/HalfCircleOrganizationChart"/>
    <dgm:cxn modelId="{08188358-F7AB-48DD-A8E7-FCFD9AD28EE8}" type="presParOf" srcId="{BD56ECC7-CD22-4A0D-9290-44A4744BAA6C}" destId="{46CD79F3-E23D-45A1-8C3A-1430FF58FAF1}" srcOrd="1" destOrd="0" presId="urn:microsoft.com/office/officeart/2008/layout/HalfCircleOrganizationChart"/>
    <dgm:cxn modelId="{C07E528C-4BDD-4416-AC2A-F958443AAD24}" type="presParOf" srcId="{BD56ECC7-CD22-4A0D-9290-44A4744BAA6C}" destId="{4B1D30C0-C020-4D9C-9295-9288063FA9EE}" srcOrd="2" destOrd="0" presId="urn:microsoft.com/office/officeart/2008/layout/HalfCircleOrganizationChart"/>
    <dgm:cxn modelId="{675E6342-08D6-4C22-B6E9-4EC72CA55C34}" type="presParOf" srcId="{BD56ECC7-CD22-4A0D-9290-44A4744BAA6C}" destId="{18CAF858-9A82-4746-8496-77C7E4DAE9AB}" srcOrd="3" destOrd="0" presId="urn:microsoft.com/office/officeart/2008/layout/HalfCircleOrganizationChart"/>
    <dgm:cxn modelId="{0BA2DD52-6335-42CE-8496-D2B0B0EAC412}" type="presParOf" srcId="{01C00FCA-92B2-4F0F-9D48-D2E8CA7C3C42}" destId="{C1ECAC51-1AC1-409E-AFBF-1324D75D80E5}" srcOrd="1" destOrd="0" presId="urn:microsoft.com/office/officeart/2008/layout/HalfCircleOrganizationChart"/>
    <dgm:cxn modelId="{C30E3D1D-A7B5-4D61-BCF1-F80A7DCE9C26}" type="presParOf" srcId="{01C00FCA-92B2-4F0F-9D48-D2E8CA7C3C42}" destId="{F53F8D51-BD3E-400D-B030-ACA04A917232}" srcOrd="2" destOrd="0" presId="urn:microsoft.com/office/officeart/2008/layout/HalfCircleOrganizationChart"/>
    <dgm:cxn modelId="{A5A8E54A-AC6D-437D-B720-A83E61A5CD10}" type="presParOf" srcId="{2C6C4E87-897B-4BDE-ACCD-87DA3194A138}" destId="{16C2A8C7-662F-4529-A0EB-40250A604CAB}" srcOrd="2" destOrd="0" presId="urn:microsoft.com/office/officeart/2008/layout/HalfCircleOrganizationChart"/>
    <dgm:cxn modelId="{BABB3D04-1375-4A49-A844-0AFCA0EFF90E}" type="presParOf" srcId="{EDFC9B0E-35EF-4FB2-A1E4-986DA34CADBF}" destId="{CE11C8D9-48B6-4418-99B2-873A6ED39736}" srcOrd="2" destOrd="0" presId="urn:microsoft.com/office/officeart/2008/layout/HalfCircleOrganizationChart"/>
    <dgm:cxn modelId="{A1CB663C-AB4C-4532-8EBC-580F1A2E68E3}" type="presParOf" srcId="{EDFC9B0E-35EF-4FB2-A1E4-986DA34CADBF}" destId="{561AC40E-316B-40BC-AB45-CBCFEC68022A}" srcOrd="3" destOrd="0" presId="urn:microsoft.com/office/officeart/2008/layout/HalfCircleOrganizationChart"/>
    <dgm:cxn modelId="{D49D3AB7-9985-476A-B835-10D89642818A}" type="presParOf" srcId="{561AC40E-316B-40BC-AB45-CBCFEC68022A}" destId="{30C534C7-786F-427A-852D-2D71F8B011FA}" srcOrd="0" destOrd="0" presId="urn:microsoft.com/office/officeart/2008/layout/HalfCircleOrganizationChart"/>
    <dgm:cxn modelId="{1AE298A5-DCA6-4CF6-AB5A-415261573A5C}" type="presParOf" srcId="{30C534C7-786F-427A-852D-2D71F8B011FA}" destId="{A9E578DA-045C-43A6-B8CA-045BDFF6DB00}" srcOrd="0" destOrd="0" presId="urn:microsoft.com/office/officeart/2008/layout/HalfCircleOrganizationChart"/>
    <dgm:cxn modelId="{9A225A7B-D677-4505-A8C4-5427247A1F6A}" type="presParOf" srcId="{30C534C7-786F-427A-852D-2D71F8B011FA}" destId="{3CD0C32B-0ADB-4E9A-B452-A7A64DB5E304}" srcOrd="1" destOrd="0" presId="urn:microsoft.com/office/officeart/2008/layout/HalfCircleOrganizationChart"/>
    <dgm:cxn modelId="{6739B69C-D214-4EBD-88AE-33D8A8020A37}" type="presParOf" srcId="{30C534C7-786F-427A-852D-2D71F8B011FA}" destId="{779F2AFA-D443-4518-858B-1EFDF13F8911}" srcOrd="2" destOrd="0" presId="urn:microsoft.com/office/officeart/2008/layout/HalfCircleOrganizationChart"/>
    <dgm:cxn modelId="{07FE3A19-F0DD-4EF5-BEDE-60C57972B85C}" type="presParOf" srcId="{30C534C7-786F-427A-852D-2D71F8B011FA}" destId="{94EAAB9D-2B9B-4F02-8A7E-DADE499E4179}" srcOrd="3" destOrd="0" presId="urn:microsoft.com/office/officeart/2008/layout/HalfCircleOrganizationChart"/>
    <dgm:cxn modelId="{17405BEF-8DCE-406F-84E0-F589E10FC5DC}" type="presParOf" srcId="{561AC40E-316B-40BC-AB45-CBCFEC68022A}" destId="{EC9A3CDB-F7B4-4410-A712-54C5C972414A}" srcOrd="1" destOrd="0" presId="urn:microsoft.com/office/officeart/2008/layout/HalfCircleOrganizationChart"/>
    <dgm:cxn modelId="{95051C8A-8805-4FF5-9FD3-ACCDAF31232C}" type="presParOf" srcId="{EC9A3CDB-F7B4-4410-A712-54C5C972414A}" destId="{D7CBF5D3-F01E-4051-81AD-93E7EE74ED0C}" srcOrd="0" destOrd="0" presId="urn:microsoft.com/office/officeart/2008/layout/HalfCircleOrganizationChart"/>
    <dgm:cxn modelId="{3CFD28F7-CB3D-4108-BC6A-18A4AE34AA5A}" type="presParOf" srcId="{EC9A3CDB-F7B4-4410-A712-54C5C972414A}" destId="{94A4AF95-8F72-4A73-B234-299A32F5A100}" srcOrd="1" destOrd="0" presId="urn:microsoft.com/office/officeart/2008/layout/HalfCircleOrganizationChart"/>
    <dgm:cxn modelId="{989233C4-2077-41A1-8A4D-E4EEC4A795F0}" type="presParOf" srcId="{94A4AF95-8F72-4A73-B234-299A32F5A100}" destId="{271BB0B6-B90C-4C90-9B52-47248ECDB3B6}" srcOrd="0" destOrd="0" presId="urn:microsoft.com/office/officeart/2008/layout/HalfCircleOrganizationChart"/>
    <dgm:cxn modelId="{1BA7AFD7-D898-4DAD-9035-5E5A99AAEBA3}" type="presParOf" srcId="{271BB0B6-B90C-4C90-9B52-47248ECDB3B6}" destId="{6663AC89-E298-4BD8-8CA4-951B7E0DF6EA}" srcOrd="0" destOrd="0" presId="urn:microsoft.com/office/officeart/2008/layout/HalfCircleOrganizationChart"/>
    <dgm:cxn modelId="{436647BD-7B6F-4291-BA41-2312A075DB55}" type="presParOf" srcId="{271BB0B6-B90C-4C90-9B52-47248ECDB3B6}" destId="{1887ECEC-ED5F-4E97-A654-E90F3F7D77FB}" srcOrd="1" destOrd="0" presId="urn:microsoft.com/office/officeart/2008/layout/HalfCircleOrganizationChart"/>
    <dgm:cxn modelId="{0F85F397-FB0B-47C4-9237-C20CF8EEDC32}" type="presParOf" srcId="{271BB0B6-B90C-4C90-9B52-47248ECDB3B6}" destId="{8A3943C4-8969-432D-9212-9952D6885EE8}" srcOrd="2" destOrd="0" presId="urn:microsoft.com/office/officeart/2008/layout/HalfCircleOrganizationChart"/>
    <dgm:cxn modelId="{59371B6A-C9DC-4ADA-AA91-D5484774B9FA}" type="presParOf" srcId="{271BB0B6-B90C-4C90-9B52-47248ECDB3B6}" destId="{47AC079D-2DEA-48B4-A668-DAE877F90794}" srcOrd="3" destOrd="0" presId="urn:microsoft.com/office/officeart/2008/layout/HalfCircleOrganizationChart"/>
    <dgm:cxn modelId="{C61818F9-ED04-42DD-BD56-707527214D44}" type="presParOf" srcId="{94A4AF95-8F72-4A73-B234-299A32F5A100}" destId="{8E74E868-E245-498A-9F03-16B55E4D6836}" srcOrd="1" destOrd="0" presId="urn:microsoft.com/office/officeart/2008/layout/HalfCircleOrganizationChart"/>
    <dgm:cxn modelId="{26D7FCE2-F429-4EBA-B73E-F2B9D920830A}" type="presParOf" srcId="{94A4AF95-8F72-4A73-B234-299A32F5A100}" destId="{D6F4A448-B444-4720-8E2C-B9CDEAD97406}" srcOrd="2" destOrd="0" presId="urn:microsoft.com/office/officeart/2008/layout/HalfCircleOrganizationChart"/>
    <dgm:cxn modelId="{B7AB5870-7D09-4016-8055-3AD2BE9B284D}" type="presParOf" srcId="{561AC40E-316B-40BC-AB45-CBCFEC68022A}" destId="{0B616AB6-8135-4C6C-84EE-7D87503674F0}" srcOrd="2" destOrd="0" presId="urn:microsoft.com/office/officeart/2008/layout/HalfCircleOrganizationChart"/>
    <dgm:cxn modelId="{4882A041-3AA7-4EB7-90BE-6AD399217818}" type="presParOf" srcId="{EDFC9B0E-35EF-4FB2-A1E4-986DA34CADBF}" destId="{FB172611-0DD6-4FB1-9C67-1DF97021C6A9}" srcOrd="4" destOrd="0" presId="urn:microsoft.com/office/officeart/2008/layout/HalfCircleOrganizationChart"/>
    <dgm:cxn modelId="{F9A52C37-B5E8-4526-BDD1-EF24DBAAB049}" type="presParOf" srcId="{EDFC9B0E-35EF-4FB2-A1E4-986DA34CADBF}" destId="{A26F65A9-ECBB-4637-BE5F-AE5FB397E3A4}" srcOrd="5" destOrd="0" presId="urn:microsoft.com/office/officeart/2008/layout/HalfCircleOrganizationChart"/>
    <dgm:cxn modelId="{D7A46575-2DCB-41FD-B5CC-535F14CBFA8F}" type="presParOf" srcId="{A26F65A9-ECBB-4637-BE5F-AE5FB397E3A4}" destId="{235FDA75-4A07-47C5-9254-2321209168E1}" srcOrd="0" destOrd="0" presId="urn:microsoft.com/office/officeart/2008/layout/HalfCircleOrganizationChart"/>
    <dgm:cxn modelId="{9A064F36-DBA8-4AC0-BC5E-5B492C3B7088}" type="presParOf" srcId="{235FDA75-4A07-47C5-9254-2321209168E1}" destId="{BF847931-B423-4EA9-AF69-CFA1079AA7C7}" srcOrd="0" destOrd="0" presId="urn:microsoft.com/office/officeart/2008/layout/HalfCircleOrganizationChart"/>
    <dgm:cxn modelId="{22A9FE2B-D1F2-4325-87B7-50F2C2AFCA37}" type="presParOf" srcId="{235FDA75-4A07-47C5-9254-2321209168E1}" destId="{3E92FEF2-A7CE-4A05-B12E-18A759C85E23}" srcOrd="1" destOrd="0" presId="urn:microsoft.com/office/officeart/2008/layout/HalfCircleOrganizationChart"/>
    <dgm:cxn modelId="{973176E7-20E4-46EF-8021-5A6C0B2957AE}" type="presParOf" srcId="{235FDA75-4A07-47C5-9254-2321209168E1}" destId="{0821E60F-AF9C-4050-87B9-1AE016E72B6C}" srcOrd="2" destOrd="0" presId="urn:microsoft.com/office/officeart/2008/layout/HalfCircleOrganizationChart"/>
    <dgm:cxn modelId="{3ADDD048-4D2E-4E55-B3AE-52A2DC2AEEAB}" type="presParOf" srcId="{235FDA75-4A07-47C5-9254-2321209168E1}" destId="{6F06B746-B780-4425-BFFF-87A20999657B}" srcOrd="3" destOrd="0" presId="urn:microsoft.com/office/officeart/2008/layout/HalfCircleOrganizationChart"/>
    <dgm:cxn modelId="{158AA807-723A-4925-A7E1-327D7E84632F}" type="presParOf" srcId="{A26F65A9-ECBB-4637-BE5F-AE5FB397E3A4}" destId="{7C6ED967-33ED-49B0-9275-08706C3A0144}" srcOrd="1" destOrd="0" presId="urn:microsoft.com/office/officeart/2008/layout/HalfCircleOrganizationChart"/>
    <dgm:cxn modelId="{7135C32F-2BAA-4E74-A9F0-3E8AD8D8E889}" type="presParOf" srcId="{7C6ED967-33ED-49B0-9275-08706C3A0144}" destId="{BEADB7BF-0EF2-45A6-8FD1-B4EF34657E54}" srcOrd="0" destOrd="0" presId="urn:microsoft.com/office/officeart/2008/layout/HalfCircleOrganizationChart"/>
    <dgm:cxn modelId="{13205075-311B-447C-8E01-888188870493}" type="presParOf" srcId="{7C6ED967-33ED-49B0-9275-08706C3A0144}" destId="{0AF5C98A-8778-48D8-9711-317A5A586E87}" srcOrd="1" destOrd="0" presId="urn:microsoft.com/office/officeart/2008/layout/HalfCircleOrganizationChart"/>
    <dgm:cxn modelId="{55161FF6-A100-4C99-BA3C-658CE5F0119C}" type="presParOf" srcId="{0AF5C98A-8778-48D8-9711-317A5A586E87}" destId="{945C24BC-A8D6-41E1-848D-32DF2FF23421}" srcOrd="0" destOrd="0" presId="urn:microsoft.com/office/officeart/2008/layout/HalfCircleOrganizationChart"/>
    <dgm:cxn modelId="{82925CB6-1749-4C43-A916-63B52E189E3D}" type="presParOf" srcId="{945C24BC-A8D6-41E1-848D-32DF2FF23421}" destId="{7427A804-2895-45C2-BB2D-280CFFD41C47}" srcOrd="0" destOrd="0" presId="urn:microsoft.com/office/officeart/2008/layout/HalfCircleOrganizationChart"/>
    <dgm:cxn modelId="{A6342E58-FF0B-46F5-83AE-6FADEEFB5CC3}" type="presParOf" srcId="{945C24BC-A8D6-41E1-848D-32DF2FF23421}" destId="{1AC54D59-AAE9-41A5-B773-24B1494F3A7C}" srcOrd="1" destOrd="0" presId="urn:microsoft.com/office/officeart/2008/layout/HalfCircleOrganizationChart"/>
    <dgm:cxn modelId="{62A9738A-0C79-4EE8-AB95-3E9CDD9BCC3F}" type="presParOf" srcId="{945C24BC-A8D6-41E1-848D-32DF2FF23421}" destId="{D0079DAE-94E1-4BAC-965E-74109AD70D33}" srcOrd="2" destOrd="0" presId="urn:microsoft.com/office/officeart/2008/layout/HalfCircleOrganizationChart"/>
    <dgm:cxn modelId="{E9A1AEC5-5846-429F-98FF-C4E92A7A14A2}" type="presParOf" srcId="{945C24BC-A8D6-41E1-848D-32DF2FF23421}" destId="{98A1159B-FA33-47BE-ABD0-DC4D2D6D2495}" srcOrd="3" destOrd="0" presId="urn:microsoft.com/office/officeart/2008/layout/HalfCircleOrganizationChart"/>
    <dgm:cxn modelId="{18C20A01-5D28-43A5-95D5-6161D0224244}" type="presParOf" srcId="{0AF5C98A-8778-48D8-9711-317A5A586E87}" destId="{91FA2759-E41B-437E-9ADF-A67C91412F67}" srcOrd="1" destOrd="0" presId="urn:microsoft.com/office/officeart/2008/layout/HalfCircleOrganizationChart"/>
    <dgm:cxn modelId="{0101DE2E-9F15-4E85-A447-C44352A51DB6}" type="presParOf" srcId="{0AF5C98A-8778-48D8-9711-317A5A586E87}" destId="{13AD4DA8-8C22-47AD-BE49-061981DA9CB8}" srcOrd="2" destOrd="0" presId="urn:microsoft.com/office/officeart/2008/layout/HalfCircleOrganizationChart"/>
    <dgm:cxn modelId="{A4BD9F57-6F88-4F74-A0FB-A3D9FFD6D480}" type="presParOf" srcId="{7C6ED967-33ED-49B0-9275-08706C3A0144}" destId="{3E3E7593-0D2A-4261-8F66-A3AC5C62A2BA}" srcOrd="2" destOrd="0" presId="urn:microsoft.com/office/officeart/2008/layout/HalfCircleOrganizationChart"/>
    <dgm:cxn modelId="{4F9FFC92-EC9B-49FA-8866-852523073266}" type="presParOf" srcId="{7C6ED967-33ED-49B0-9275-08706C3A0144}" destId="{309577D2-9FD4-4241-9355-99F2363A0712}" srcOrd="3" destOrd="0" presId="urn:microsoft.com/office/officeart/2008/layout/HalfCircleOrganizationChart"/>
    <dgm:cxn modelId="{041483D9-EBE7-4886-A243-CB28B2644130}" type="presParOf" srcId="{309577D2-9FD4-4241-9355-99F2363A0712}" destId="{CB2111C1-3BB5-45C7-A518-8438EB010927}" srcOrd="0" destOrd="0" presId="urn:microsoft.com/office/officeart/2008/layout/HalfCircleOrganizationChart"/>
    <dgm:cxn modelId="{8A3A56E1-FC82-4160-934E-5D6D53E890DB}" type="presParOf" srcId="{CB2111C1-3BB5-45C7-A518-8438EB010927}" destId="{9783C823-B5E0-44F1-B175-6488576428FC}" srcOrd="0" destOrd="0" presId="urn:microsoft.com/office/officeart/2008/layout/HalfCircleOrganizationChart"/>
    <dgm:cxn modelId="{B9084E79-40A2-465D-AE46-ED8181A25127}" type="presParOf" srcId="{CB2111C1-3BB5-45C7-A518-8438EB010927}" destId="{2346DC78-3576-4336-BE4D-F908F11368D8}" srcOrd="1" destOrd="0" presId="urn:microsoft.com/office/officeart/2008/layout/HalfCircleOrganizationChart"/>
    <dgm:cxn modelId="{76949DCA-DC24-4BA8-BC98-4C3CC2F2ECE1}" type="presParOf" srcId="{CB2111C1-3BB5-45C7-A518-8438EB010927}" destId="{0E785490-DD0D-4EC3-B2BA-30FCFB641990}" srcOrd="2" destOrd="0" presId="urn:microsoft.com/office/officeart/2008/layout/HalfCircleOrganizationChart"/>
    <dgm:cxn modelId="{851C539A-8BF8-47F1-B5FE-95A346BF54A2}" type="presParOf" srcId="{CB2111C1-3BB5-45C7-A518-8438EB010927}" destId="{E19B8951-4BEB-4448-80E6-218F4B29997D}" srcOrd="3" destOrd="0" presId="urn:microsoft.com/office/officeart/2008/layout/HalfCircleOrganizationChart"/>
    <dgm:cxn modelId="{1FDED136-52F6-4AFA-AED9-CF77AD32E0C6}" type="presParOf" srcId="{309577D2-9FD4-4241-9355-99F2363A0712}" destId="{83734C91-AD0D-47BD-B9AD-17EC2878396E}" srcOrd="1" destOrd="0" presId="urn:microsoft.com/office/officeart/2008/layout/HalfCircleOrganizationChart"/>
    <dgm:cxn modelId="{E491FF1B-6C27-4EE0-82CB-D24DEA84B047}" type="presParOf" srcId="{309577D2-9FD4-4241-9355-99F2363A0712}" destId="{14285339-92D5-4718-A5C8-E18CE398AABD}" srcOrd="2" destOrd="0" presId="urn:microsoft.com/office/officeart/2008/layout/HalfCircleOrganizationChart"/>
    <dgm:cxn modelId="{EC50FD63-C44E-46C1-9812-1374AE41FC6A}" type="presParOf" srcId="{A26F65A9-ECBB-4637-BE5F-AE5FB397E3A4}" destId="{64A2E422-EBA3-4F37-B5B2-5D210F24B2B7}" srcOrd="2" destOrd="0" presId="urn:microsoft.com/office/officeart/2008/layout/HalfCircleOrganizationChart"/>
    <dgm:cxn modelId="{80504260-7077-4959-994D-4505BB25830D}" type="presParOf" srcId="{EDFC9B0E-35EF-4FB2-A1E4-986DA34CADBF}" destId="{56279B8F-233B-4B05-A56D-8AA245E4A4E3}" srcOrd="6" destOrd="0" presId="urn:microsoft.com/office/officeart/2008/layout/HalfCircleOrganizationChart"/>
    <dgm:cxn modelId="{95981C07-0510-4A6B-AD85-FA7E1A8E44D8}" type="presParOf" srcId="{EDFC9B0E-35EF-4FB2-A1E4-986DA34CADBF}" destId="{B2FB6828-9F67-48CE-AB04-AD0E0BCE6BE3}" srcOrd="7" destOrd="0" presId="urn:microsoft.com/office/officeart/2008/layout/HalfCircleOrganizationChart"/>
    <dgm:cxn modelId="{BCE017EA-1C15-4BF1-B9CF-9F7B1048DBAE}" type="presParOf" srcId="{B2FB6828-9F67-48CE-AB04-AD0E0BCE6BE3}" destId="{B907B75B-EE58-48F3-92B2-137B9201F4F4}" srcOrd="0" destOrd="0" presId="urn:microsoft.com/office/officeart/2008/layout/HalfCircleOrganizationChart"/>
    <dgm:cxn modelId="{BEECF68E-57ED-4A56-9D60-AC618C4AC74B}" type="presParOf" srcId="{B907B75B-EE58-48F3-92B2-137B9201F4F4}" destId="{DC122DFA-08DD-4C9D-AABC-215CD25C7594}" srcOrd="0" destOrd="0" presId="urn:microsoft.com/office/officeart/2008/layout/HalfCircleOrganizationChart"/>
    <dgm:cxn modelId="{20C732C2-3743-462F-A936-3DF3FE8ACC64}" type="presParOf" srcId="{B907B75B-EE58-48F3-92B2-137B9201F4F4}" destId="{0D2051F1-0D82-4B5C-8676-94C7B069B22D}" srcOrd="1" destOrd="0" presId="urn:microsoft.com/office/officeart/2008/layout/HalfCircleOrganizationChart"/>
    <dgm:cxn modelId="{649D936C-9244-4AEB-940F-308C4752B9B5}" type="presParOf" srcId="{B907B75B-EE58-48F3-92B2-137B9201F4F4}" destId="{EBE06EEF-01F8-4252-9752-528452127FE6}" srcOrd="2" destOrd="0" presId="urn:microsoft.com/office/officeart/2008/layout/HalfCircleOrganizationChart"/>
    <dgm:cxn modelId="{084F36D6-4219-499E-82AC-73BA8E636719}" type="presParOf" srcId="{B907B75B-EE58-48F3-92B2-137B9201F4F4}" destId="{D99AFCA0-FB6A-40AF-B3DD-4E250E873B10}" srcOrd="3" destOrd="0" presId="urn:microsoft.com/office/officeart/2008/layout/HalfCircleOrganizationChart"/>
    <dgm:cxn modelId="{1C27EC3F-E21C-433E-B0A3-2A90A4E09EE8}" type="presParOf" srcId="{B2FB6828-9F67-48CE-AB04-AD0E0BCE6BE3}" destId="{FAE1F9EE-68E8-4914-85FA-4DBCB3CE6603}" srcOrd="1" destOrd="0" presId="urn:microsoft.com/office/officeart/2008/layout/HalfCircleOrganizationChart"/>
    <dgm:cxn modelId="{BD798851-C5BE-411F-A15C-3E11798CC6D1}" type="presParOf" srcId="{FAE1F9EE-68E8-4914-85FA-4DBCB3CE6603}" destId="{E9727E2C-956E-411B-913C-B0068B57E661}" srcOrd="0" destOrd="0" presId="urn:microsoft.com/office/officeart/2008/layout/HalfCircleOrganizationChart"/>
    <dgm:cxn modelId="{69C4ECD4-5EFC-4952-A3CB-F535BBFBEC3A}" type="presParOf" srcId="{FAE1F9EE-68E8-4914-85FA-4DBCB3CE6603}" destId="{5693454F-0AAC-409A-A617-AD23576979DD}" srcOrd="1" destOrd="0" presId="urn:microsoft.com/office/officeart/2008/layout/HalfCircleOrganizationChart"/>
    <dgm:cxn modelId="{AD503D4B-CDC8-4377-AFEE-09CDAF3EAF08}" type="presParOf" srcId="{5693454F-0AAC-409A-A617-AD23576979DD}" destId="{23E40523-D320-423B-9F0E-E597021F3AF3}" srcOrd="0" destOrd="0" presId="urn:microsoft.com/office/officeart/2008/layout/HalfCircleOrganizationChart"/>
    <dgm:cxn modelId="{A015F4A8-A677-41B9-9437-D24B7FC8BED9}" type="presParOf" srcId="{23E40523-D320-423B-9F0E-E597021F3AF3}" destId="{8FD95728-4152-4C1A-98C3-EAD538EA3E68}" srcOrd="0" destOrd="0" presId="urn:microsoft.com/office/officeart/2008/layout/HalfCircleOrganizationChart"/>
    <dgm:cxn modelId="{1987B6D5-6E7F-47AE-A627-2E951889CB22}" type="presParOf" srcId="{23E40523-D320-423B-9F0E-E597021F3AF3}" destId="{C7170EC9-F5A3-446B-BE9D-E78F7CE81D56}" srcOrd="1" destOrd="0" presId="urn:microsoft.com/office/officeart/2008/layout/HalfCircleOrganizationChart"/>
    <dgm:cxn modelId="{0C2477F7-8F9D-4254-88A3-167E96811BA4}" type="presParOf" srcId="{23E40523-D320-423B-9F0E-E597021F3AF3}" destId="{8EA56D21-3DD7-4C48-8D24-165B1CD1F70F}" srcOrd="2" destOrd="0" presId="urn:microsoft.com/office/officeart/2008/layout/HalfCircleOrganizationChart"/>
    <dgm:cxn modelId="{918A19A3-4760-4DA9-8199-BC5F69E8374D}" type="presParOf" srcId="{23E40523-D320-423B-9F0E-E597021F3AF3}" destId="{87221615-891C-448A-88A1-F6484C6AA294}" srcOrd="3" destOrd="0" presId="urn:microsoft.com/office/officeart/2008/layout/HalfCircleOrganizationChart"/>
    <dgm:cxn modelId="{F9B9C845-3DE4-4516-8FDC-B053A3323DB5}" type="presParOf" srcId="{5693454F-0AAC-409A-A617-AD23576979DD}" destId="{7A6D321C-5440-4945-8CA3-37837364B9C3}" srcOrd="1" destOrd="0" presId="urn:microsoft.com/office/officeart/2008/layout/HalfCircleOrganizationChart"/>
    <dgm:cxn modelId="{11060D25-C336-45B3-B8C7-5DB209BB6DB4}" type="presParOf" srcId="{5693454F-0AAC-409A-A617-AD23576979DD}" destId="{6232C714-351A-4279-B50A-8B65B3585CEB}" srcOrd="2" destOrd="0" presId="urn:microsoft.com/office/officeart/2008/layout/HalfCircleOrganizationChart"/>
    <dgm:cxn modelId="{6AEDE125-BAA5-41FE-A528-9CA89E29FA07}" type="presParOf" srcId="{B2FB6828-9F67-48CE-AB04-AD0E0BCE6BE3}" destId="{F003F70A-0682-43C8-847D-1C6CFAF69243}" srcOrd="2" destOrd="0" presId="urn:microsoft.com/office/officeart/2008/layout/HalfCircleOrganizationChart"/>
    <dgm:cxn modelId="{F5627B8C-F66E-49BC-83B0-49A1123F12F3}" type="presParOf" srcId="{EDFC9B0E-35EF-4FB2-A1E4-986DA34CADBF}" destId="{40BEE4EE-AACF-454C-A560-041639CE3F10}" srcOrd="8" destOrd="0" presId="urn:microsoft.com/office/officeart/2008/layout/HalfCircleOrganizationChart"/>
    <dgm:cxn modelId="{F1E5CA8E-2459-463A-ADC4-F9A919E612FF}" type="presParOf" srcId="{EDFC9B0E-35EF-4FB2-A1E4-986DA34CADBF}" destId="{AC178FE2-1E29-4EC5-A3F6-F673E17B61A8}" srcOrd="9" destOrd="0" presId="urn:microsoft.com/office/officeart/2008/layout/HalfCircleOrganizationChart"/>
    <dgm:cxn modelId="{54A70EB6-8719-40A0-B3BD-9D43D44B5EB1}" type="presParOf" srcId="{AC178FE2-1E29-4EC5-A3F6-F673E17B61A8}" destId="{A5795910-71EF-42DA-8B71-279BF37602F1}" srcOrd="0" destOrd="0" presId="urn:microsoft.com/office/officeart/2008/layout/HalfCircleOrganizationChart"/>
    <dgm:cxn modelId="{412729E2-14E7-4E0B-A5D5-069BA67C6312}" type="presParOf" srcId="{A5795910-71EF-42DA-8B71-279BF37602F1}" destId="{25B52046-D916-4777-87A3-62D07369B8D8}" srcOrd="0" destOrd="0" presId="urn:microsoft.com/office/officeart/2008/layout/HalfCircleOrganizationChart"/>
    <dgm:cxn modelId="{37E79DC9-F3F6-47EC-BA68-253BD2B14F45}" type="presParOf" srcId="{A5795910-71EF-42DA-8B71-279BF37602F1}" destId="{60F7F8AF-7704-42F3-9378-09D65CA90C34}" srcOrd="1" destOrd="0" presId="urn:microsoft.com/office/officeart/2008/layout/HalfCircleOrganizationChart"/>
    <dgm:cxn modelId="{737B8AC5-9F00-4F62-9A36-F7609F28720C}" type="presParOf" srcId="{A5795910-71EF-42DA-8B71-279BF37602F1}" destId="{957A8D07-1003-45B5-A490-962032253B20}" srcOrd="2" destOrd="0" presId="urn:microsoft.com/office/officeart/2008/layout/HalfCircleOrganizationChart"/>
    <dgm:cxn modelId="{D7E08BB9-AC2F-4D51-ADE7-740C010A1053}" type="presParOf" srcId="{A5795910-71EF-42DA-8B71-279BF37602F1}" destId="{61EEA2BA-0581-492A-8A0C-22F199548245}" srcOrd="3" destOrd="0" presId="urn:microsoft.com/office/officeart/2008/layout/HalfCircleOrganizationChart"/>
    <dgm:cxn modelId="{7C734716-4389-49BC-AC89-1B337D553BC1}" type="presParOf" srcId="{AC178FE2-1E29-4EC5-A3F6-F673E17B61A8}" destId="{6E037A1C-1767-4550-83D9-1BE4684A8C37}" srcOrd="1" destOrd="0" presId="urn:microsoft.com/office/officeart/2008/layout/HalfCircleOrganizationChart"/>
    <dgm:cxn modelId="{F265CEAA-B43B-4FD5-8E22-EEAB59745A0B}" type="presParOf" srcId="{6E037A1C-1767-4550-83D9-1BE4684A8C37}" destId="{1BE14608-D88B-4A35-8A2A-760E8DDCB79A}" srcOrd="0" destOrd="0" presId="urn:microsoft.com/office/officeart/2008/layout/HalfCircleOrganizationChart"/>
    <dgm:cxn modelId="{64E91C58-815E-4D08-A4D8-3A9E25DFFA79}" type="presParOf" srcId="{6E037A1C-1767-4550-83D9-1BE4684A8C37}" destId="{1EED3CE9-B424-4D80-B5C4-7B41E84F4229}" srcOrd="1" destOrd="0" presId="urn:microsoft.com/office/officeart/2008/layout/HalfCircleOrganizationChart"/>
    <dgm:cxn modelId="{E0C63990-4F0A-4476-9276-C90785D9E5CF}" type="presParOf" srcId="{1EED3CE9-B424-4D80-B5C4-7B41E84F4229}" destId="{67253729-2992-40A1-B370-AEB81F8042B3}" srcOrd="0" destOrd="0" presId="urn:microsoft.com/office/officeart/2008/layout/HalfCircleOrganizationChart"/>
    <dgm:cxn modelId="{09CDD0D9-871F-44B7-99F0-83F5784BC8E6}" type="presParOf" srcId="{67253729-2992-40A1-B370-AEB81F8042B3}" destId="{BEAE0BD3-D404-4EB0-87A0-3FB02ED85F26}" srcOrd="0" destOrd="0" presId="urn:microsoft.com/office/officeart/2008/layout/HalfCircleOrganizationChart"/>
    <dgm:cxn modelId="{81801844-6D74-4597-A1F6-99926B232165}" type="presParOf" srcId="{67253729-2992-40A1-B370-AEB81F8042B3}" destId="{AFC89839-B3BA-41FC-BDE1-AAC8CB8E99F4}" srcOrd="1" destOrd="0" presId="urn:microsoft.com/office/officeart/2008/layout/HalfCircleOrganizationChart"/>
    <dgm:cxn modelId="{862D7E6C-82A0-4D41-81F9-0F481F6B1A1B}" type="presParOf" srcId="{67253729-2992-40A1-B370-AEB81F8042B3}" destId="{0BEE4EB5-8A5A-43FC-8E95-2CE5FDB01EBE}" srcOrd="2" destOrd="0" presId="urn:microsoft.com/office/officeart/2008/layout/HalfCircleOrganizationChart"/>
    <dgm:cxn modelId="{FA7F746E-50B0-4CFB-9FCD-EEEE3E9ABFDC}" type="presParOf" srcId="{67253729-2992-40A1-B370-AEB81F8042B3}" destId="{C2FD1B3F-82EE-483C-9C11-EDA95A2DB57D}" srcOrd="3" destOrd="0" presId="urn:microsoft.com/office/officeart/2008/layout/HalfCircleOrganizationChart"/>
    <dgm:cxn modelId="{48E68D06-0B5B-4310-B020-679F98F5884B}" type="presParOf" srcId="{1EED3CE9-B424-4D80-B5C4-7B41E84F4229}" destId="{13A2687D-4EBC-4E56-ACFE-1BA1D9D1F814}" srcOrd="1" destOrd="0" presId="urn:microsoft.com/office/officeart/2008/layout/HalfCircleOrganizationChart"/>
    <dgm:cxn modelId="{04F1BAF8-E36F-4F67-BEDC-D1CAFEB94A03}" type="presParOf" srcId="{1EED3CE9-B424-4D80-B5C4-7B41E84F4229}" destId="{AEAFE7AE-FF14-401B-86F1-9FA0B1420AD7}" srcOrd="2" destOrd="0" presId="urn:microsoft.com/office/officeart/2008/layout/HalfCircleOrganizationChart"/>
    <dgm:cxn modelId="{6CA85F2F-77CD-408A-9EA8-025FFA261FEB}" type="presParOf" srcId="{AC178FE2-1E29-4EC5-A3F6-F673E17B61A8}" destId="{34108E3B-F1ED-473A-9B29-8C3E8EF2060E}" srcOrd="2" destOrd="0" presId="urn:microsoft.com/office/officeart/2008/layout/HalfCircleOrganizationChart"/>
    <dgm:cxn modelId="{0537E614-D460-42D8-9D81-5ABA91744DD6}" type="presParOf" srcId="{EDFC9B0E-35EF-4FB2-A1E4-986DA34CADBF}" destId="{64ED3913-61F8-4EC4-B283-411EFF7A5D02}" srcOrd="10" destOrd="0" presId="urn:microsoft.com/office/officeart/2008/layout/HalfCircleOrganizationChart"/>
    <dgm:cxn modelId="{2ADEABF5-2377-447D-B3AD-04406F72103E}" type="presParOf" srcId="{EDFC9B0E-35EF-4FB2-A1E4-986DA34CADBF}" destId="{658026BD-E6C9-4BD6-B7CC-131835EF4C07}" srcOrd="11" destOrd="0" presId="urn:microsoft.com/office/officeart/2008/layout/HalfCircleOrganizationChart"/>
    <dgm:cxn modelId="{7BF4BBEA-D5CC-4FBB-84F4-4A8DA4138199}" type="presParOf" srcId="{658026BD-E6C9-4BD6-B7CC-131835EF4C07}" destId="{24CB9715-C914-4522-A5A7-6B3DD32B18BB}" srcOrd="0" destOrd="0" presId="urn:microsoft.com/office/officeart/2008/layout/HalfCircleOrganizationChart"/>
    <dgm:cxn modelId="{911F700F-4F56-4421-ADCE-3AB5F7D05B74}" type="presParOf" srcId="{24CB9715-C914-4522-A5A7-6B3DD32B18BB}" destId="{101E365D-76F6-411E-B440-5D7181A642D0}" srcOrd="0" destOrd="0" presId="urn:microsoft.com/office/officeart/2008/layout/HalfCircleOrganizationChart"/>
    <dgm:cxn modelId="{76B28A74-7AC8-4BA5-ADC5-54D19711EE7B}" type="presParOf" srcId="{24CB9715-C914-4522-A5A7-6B3DD32B18BB}" destId="{BD9D0852-3129-42AD-AFCE-09928566B0C5}" srcOrd="1" destOrd="0" presId="urn:microsoft.com/office/officeart/2008/layout/HalfCircleOrganizationChart"/>
    <dgm:cxn modelId="{B7AA8D3C-04F2-449D-91E1-EF953AEC73AF}" type="presParOf" srcId="{24CB9715-C914-4522-A5A7-6B3DD32B18BB}" destId="{133E41E3-5C31-4B9B-900D-BB928F572B65}" srcOrd="2" destOrd="0" presId="urn:microsoft.com/office/officeart/2008/layout/HalfCircleOrganizationChart"/>
    <dgm:cxn modelId="{D843034D-4A71-4336-BEAF-B34B97BFE2F5}" type="presParOf" srcId="{24CB9715-C914-4522-A5A7-6B3DD32B18BB}" destId="{D3D60A33-D3BD-467A-A61B-13BBE99A45A4}" srcOrd="3" destOrd="0" presId="urn:microsoft.com/office/officeart/2008/layout/HalfCircleOrganizationChart"/>
    <dgm:cxn modelId="{422816ED-F07F-40E3-88C5-C88767FB0DA5}" type="presParOf" srcId="{658026BD-E6C9-4BD6-B7CC-131835EF4C07}" destId="{9A82F701-52BF-422A-803E-47DBC7AECE03}" srcOrd="1" destOrd="0" presId="urn:microsoft.com/office/officeart/2008/layout/HalfCircleOrganizationChart"/>
    <dgm:cxn modelId="{8B6A81F3-8F5D-44E1-A819-8E38F2ACE18F}" type="presParOf" srcId="{9A82F701-52BF-422A-803E-47DBC7AECE03}" destId="{B63FA420-EEA0-49A1-887E-B1942AE2389B}" srcOrd="0" destOrd="0" presId="urn:microsoft.com/office/officeart/2008/layout/HalfCircleOrganizationChart"/>
    <dgm:cxn modelId="{4DA3F645-5CD1-4E42-98B5-8B70E55C070F}" type="presParOf" srcId="{9A82F701-52BF-422A-803E-47DBC7AECE03}" destId="{1CF424AE-968A-4B91-A158-D5017F88F7FA}" srcOrd="1" destOrd="0" presId="urn:microsoft.com/office/officeart/2008/layout/HalfCircleOrganizationChart"/>
    <dgm:cxn modelId="{100E7761-AD1A-456C-94F3-1726B03DD428}" type="presParOf" srcId="{1CF424AE-968A-4B91-A158-D5017F88F7FA}" destId="{9BB91B82-4229-4344-BC15-78F6B9EA05F5}" srcOrd="0" destOrd="0" presId="urn:microsoft.com/office/officeart/2008/layout/HalfCircleOrganizationChart"/>
    <dgm:cxn modelId="{19D5A60C-748D-423F-9C75-40A80409BA77}" type="presParOf" srcId="{9BB91B82-4229-4344-BC15-78F6B9EA05F5}" destId="{9289592B-58FE-4B0C-BAAA-4B7DE77D4E91}" srcOrd="0" destOrd="0" presId="urn:microsoft.com/office/officeart/2008/layout/HalfCircleOrganizationChart"/>
    <dgm:cxn modelId="{B71F4A19-2A59-4383-B117-844745442220}" type="presParOf" srcId="{9BB91B82-4229-4344-BC15-78F6B9EA05F5}" destId="{4DFC77D0-F9E7-46C3-828F-A57F533A607F}" srcOrd="1" destOrd="0" presId="urn:microsoft.com/office/officeart/2008/layout/HalfCircleOrganizationChart"/>
    <dgm:cxn modelId="{E05076EF-75F6-49FF-BCF8-F7B1C0AD2FE2}" type="presParOf" srcId="{9BB91B82-4229-4344-BC15-78F6B9EA05F5}" destId="{F40C3D56-DA60-42CF-A096-EBFDD7F7A5FA}" srcOrd="2" destOrd="0" presId="urn:microsoft.com/office/officeart/2008/layout/HalfCircleOrganizationChart"/>
    <dgm:cxn modelId="{014A1CCA-D25F-4A67-9311-A3F9414734FD}" type="presParOf" srcId="{9BB91B82-4229-4344-BC15-78F6B9EA05F5}" destId="{81777913-793A-40E8-90CE-3E718F4BAF47}" srcOrd="3" destOrd="0" presId="urn:microsoft.com/office/officeart/2008/layout/HalfCircleOrganizationChart"/>
    <dgm:cxn modelId="{C88CB1F7-66B7-4BD0-89B9-B4930548CCB9}" type="presParOf" srcId="{1CF424AE-968A-4B91-A158-D5017F88F7FA}" destId="{CCD5BB10-4AEE-4483-ABA6-77F4BF43A581}" srcOrd="1" destOrd="0" presId="urn:microsoft.com/office/officeart/2008/layout/HalfCircleOrganizationChart"/>
    <dgm:cxn modelId="{D20606F6-B25F-4C95-848A-165F6DF6F762}" type="presParOf" srcId="{1CF424AE-968A-4B91-A158-D5017F88F7FA}" destId="{E28E6557-1012-4AA1-8085-1821338BF38F}" srcOrd="2" destOrd="0" presId="urn:microsoft.com/office/officeart/2008/layout/HalfCircleOrganizationChart"/>
    <dgm:cxn modelId="{5F42AE4B-D9A2-46C5-8C4D-DFFCB5543AB9}" type="presParOf" srcId="{9A82F701-52BF-422A-803E-47DBC7AECE03}" destId="{BF9BF2BF-BF2A-4786-B053-492928FCD63C}" srcOrd="2" destOrd="0" presId="urn:microsoft.com/office/officeart/2008/layout/HalfCircleOrganizationChart"/>
    <dgm:cxn modelId="{D128891D-CB1F-4CAC-BF63-C0FB8E02B93C}" type="presParOf" srcId="{9A82F701-52BF-422A-803E-47DBC7AECE03}" destId="{D4C5081B-5958-4A51-802C-4DB93DEA5AAE}" srcOrd="3" destOrd="0" presId="urn:microsoft.com/office/officeart/2008/layout/HalfCircleOrganizationChart"/>
    <dgm:cxn modelId="{A1526320-4A7F-43CB-889E-5F669A0FEF1F}" type="presParOf" srcId="{D4C5081B-5958-4A51-802C-4DB93DEA5AAE}" destId="{A743DFEA-27A1-4CEE-AD01-2AEA5E523B08}" srcOrd="0" destOrd="0" presId="urn:microsoft.com/office/officeart/2008/layout/HalfCircleOrganizationChart"/>
    <dgm:cxn modelId="{8AA33490-5383-447B-A8CE-FF4183998426}" type="presParOf" srcId="{A743DFEA-27A1-4CEE-AD01-2AEA5E523B08}" destId="{067CEC6E-537F-4914-9426-640363846C60}" srcOrd="0" destOrd="0" presId="urn:microsoft.com/office/officeart/2008/layout/HalfCircleOrganizationChart"/>
    <dgm:cxn modelId="{943DEC3B-8B59-49F6-ABA9-2F8460739C77}" type="presParOf" srcId="{A743DFEA-27A1-4CEE-AD01-2AEA5E523B08}" destId="{5A70883D-554A-47F5-B69A-2568EDF6BE35}" srcOrd="1" destOrd="0" presId="urn:microsoft.com/office/officeart/2008/layout/HalfCircleOrganizationChart"/>
    <dgm:cxn modelId="{4F95E076-3EE9-4338-8259-3E0D82F76EF6}" type="presParOf" srcId="{A743DFEA-27A1-4CEE-AD01-2AEA5E523B08}" destId="{9D141916-6BAB-428A-84A9-EE056A32EF53}" srcOrd="2" destOrd="0" presId="urn:microsoft.com/office/officeart/2008/layout/HalfCircleOrganizationChart"/>
    <dgm:cxn modelId="{88E4BAA8-D687-4C19-9A41-6F3248B31B68}" type="presParOf" srcId="{A743DFEA-27A1-4CEE-AD01-2AEA5E523B08}" destId="{2507C48F-131B-4922-A85E-DDC4BDC0759F}" srcOrd="3" destOrd="0" presId="urn:microsoft.com/office/officeart/2008/layout/HalfCircleOrganizationChart"/>
    <dgm:cxn modelId="{5F47874A-A881-42C5-AB54-712CBCA801EF}" type="presParOf" srcId="{D4C5081B-5958-4A51-802C-4DB93DEA5AAE}" destId="{62EF87E9-CE20-4279-A5A7-3F01472BAC27}" srcOrd="1" destOrd="0" presId="urn:microsoft.com/office/officeart/2008/layout/HalfCircleOrganizationChart"/>
    <dgm:cxn modelId="{15C82F13-61B3-47D7-BE86-A938E99D9BC5}" type="presParOf" srcId="{D4C5081B-5958-4A51-802C-4DB93DEA5AAE}" destId="{04C8C511-8175-4026-B553-E2C7D374153E}" srcOrd="2" destOrd="0" presId="urn:microsoft.com/office/officeart/2008/layout/HalfCircleOrganizationChart"/>
    <dgm:cxn modelId="{68087763-E5C7-483D-9B9A-8189F266E4DE}" type="presParOf" srcId="{658026BD-E6C9-4BD6-B7CC-131835EF4C07}" destId="{BC631BC6-4E42-44CB-927C-5DD253E5AFD8}" srcOrd="2" destOrd="0" presId="urn:microsoft.com/office/officeart/2008/layout/HalfCircleOrganizationChart"/>
    <dgm:cxn modelId="{A6E6BABB-B684-4AF0-A79F-7F603B7E6F7C}" type="presParOf" srcId="{C9AE00DD-1FCC-471E-B77F-25783E5E03B1}" destId="{908018E6-9FBE-4F21-8097-B50B088D67FA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9BF2BF-BF2A-4786-B053-492928FCD63C}">
      <dsp:nvSpPr>
        <dsp:cNvPr id="0" name=""/>
        <dsp:cNvSpPr/>
      </dsp:nvSpPr>
      <dsp:spPr>
        <a:xfrm>
          <a:off x="5027546" y="1627562"/>
          <a:ext cx="353051" cy="7751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5177"/>
              </a:lnTo>
              <a:lnTo>
                <a:pt x="353051" y="7751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3FA420-EEA0-49A1-887E-B1942AE2389B}">
      <dsp:nvSpPr>
        <dsp:cNvPr id="0" name=""/>
        <dsp:cNvSpPr/>
      </dsp:nvSpPr>
      <dsp:spPr>
        <a:xfrm>
          <a:off x="5027546" y="1627562"/>
          <a:ext cx="353051" cy="230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250"/>
              </a:lnTo>
              <a:lnTo>
                <a:pt x="353051" y="230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ED3913-61F8-4EC4-B283-411EFF7A5D02}">
      <dsp:nvSpPr>
        <dsp:cNvPr id="0" name=""/>
        <dsp:cNvSpPr/>
      </dsp:nvSpPr>
      <dsp:spPr>
        <a:xfrm>
          <a:off x="2705851" y="1082635"/>
          <a:ext cx="2321694" cy="16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587"/>
              </a:lnTo>
              <a:lnTo>
                <a:pt x="2321694" y="80587"/>
              </a:lnTo>
              <a:lnTo>
                <a:pt x="2321694" y="16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E14608-D88B-4A35-8A2A-760E8DDCB79A}">
      <dsp:nvSpPr>
        <dsp:cNvPr id="0" name=""/>
        <dsp:cNvSpPr/>
      </dsp:nvSpPr>
      <dsp:spPr>
        <a:xfrm>
          <a:off x="4098868" y="1627562"/>
          <a:ext cx="353051" cy="230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250"/>
              </a:lnTo>
              <a:lnTo>
                <a:pt x="353051" y="230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BEE4EE-AACF-454C-A560-041639CE3F10}">
      <dsp:nvSpPr>
        <dsp:cNvPr id="0" name=""/>
        <dsp:cNvSpPr/>
      </dsp:nvSpPr>
      <dsp:spPr>
        <a:xfrm>
          <a:off x="2705851" y="1082635"/>
          <a:ext cx="1393016" cy="16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587"/>
              </a:lnTo>
              <a:lnTo>
                <a:pt x="1393016" y="80587"/>
              </a:lnTo>
              <a:lnTo>
                <a:pt x="1393016" y="16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727E2C-956E-411B-913C-B0068B57E661}">
      <dsp:nvSpPr>
        <dsp:cNvPr id="0" name=""/>
        <dsp:cNvSpPr/>
      </dsp:nvSpPr>
      <dsp:spPr>
        <a:xfrm>
          <a:off x="3170190" y="1627562"/>
          <a:ext cx="353051" cy="230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250"/>
              </a:lnTo>
              <a:lnTo>
                <a:pt x="353051" y="230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279B8F-233B-4B05-A56D-8AA245E4A4E3}">
      <dsp:nvSpPr>
        <dsp:cNvPr id="0" name=""/>
        <dsp:cNvSpPr/>
      </dsp:nvSpPr>
      <dsp:spPr>
        <a:xfrm>
          <a:off x="2705851" y="1082635"/>
          <a:ext cx="464338" cy="16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0587"/>
              </a:lnTo>
              <a:lnTo>
                <a:pt x="464338" y="80587"/>
              </a:lnTo>
              <a:lnTo>
                <a:pt x="464338" y="16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3E7593-0D2A-4261-8F66-A3AC5C62A2BA}">
      <dsp:nvSpPr>
        <dsp:cNvPr id="0" name=""/>
        <dsp:cNvSpPr/>
      </dsp:nvSpPr>
      <dsp:spPr>
        <a:xfrm>
          <a:off x="2241512" y="1627562"/>
          <a:ext cx="353051" cy="7751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5177"/>
              </a:lnTo>
              <a:lnTo>
                <a:pt x="353051" y="7751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ADB7BF-0EF2-45A6-8FD1-B4EF34657E54}">
      <dsp:nvSpPr>
        <dsp:cNvPr id="0" name=""/>
        <dsp:cNvSpPr/>
      </dsp:nvSpPr>
      <dsp:spPr>
        <a:xfrm>
          <a:off x="2241512" y="1627562"/>
          <a:ext cx="353051" cy="230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250"/>
              </a:lnTo>
              <a:lnTo>
                <a:pt x="353051" y="230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172611-0DD6-4FB1-9C67-1DF97021C6A9}">
      <dsp:nvSpPr>
        <dsp:cNvPr id="0" name=""/>
        <dsp:cNvSpPr/>
      </dsp:nvSpPr>
      <dsp:spPr>
        <a:xfrm>
          <a:off x="2241512" y="1082635"/>
          <a:ext cx="464338" cy="161175"/>
        </a:xfrm>
        <a:custGeom>
          <a:avLst/>
          <a:gdLst/>
          <a:ahLst/>
          <a:cxnLst/>
          <a:rect l="0" t="0" r="0" b="0"/>
          <a:pathLst>
            <a:path>
              <a:moveTo>
                <a:pt x="464338" y="0"/>
              </a:moveTo>
              <a:lnTo>
                <a:pt x="464338" y="80587"/>
              </a:lnTo>
              <a:lnTo>
                <a:pt x="0" y="80587"/>
              </a:lnTo>
              <a:lnTo>
                <a:pt x="0" y="16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CBF5D3-F01E-4051-81AD-93E7EE74ED0C}">
      <dsp:nvSpPr>
        <dsp:cNvPr id="0" name=""/>
        <dsp:cNvSpPr/>
      </dsp:nvSpPr>
      <dsp:spPr>
        <a:xfrm>
          <a:off x="1312834" y="1627562"/>
          <a:ext cx="353051" cy="230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250"/>
              </a:lnTo>
              <a:lnTo>
                <a:pt x="353051" y="230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11C8D9-48B6-4418-99B2-873A6ED39736}">
      <dsp:nvSpPr>
        <dsp:cNvPr id="0" name=""/>
        <dsp:cNvSpPr/>
      </dsp:nvSpPr>
      <dsp:spPr>
        <a:xfrm>
          <a:off x="1312834" y="1082635"/>
          <a:ext cx="1393016" cy="161175"/>
        </a:xfrm>
        <a:custGeom>
          <a:avLst/>
          <a:gdLst/>
          <a:ahLst/>
          <a:cxnLst/>
          <a:rect l="0" t="0" r="0" b="0"/>
          <a:pathLst>
            <a:path>
              <a:moveTo>
                <a:pt x="1393016" y="0"/>
              </a:moveTo>
              <a:lnTo>
                <a:pt x="1393016" y="80587"/>
              </a:lnTo>
              <a:lnTo>
                <a:pt x="0" y="80587"/>
              </a:lnTo>
              <a:lnTo>
                <a:pt x="0" y="16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1538A-07B8-477E-B92D-8DE28D36B8CC}">
      <dsp:nvSpPr>
        <dsp:cNvPr id="0" name=""/>
        <dsp:cNvSpPr/>
      </dsp:nvSpPr>
      <dsp:spPr>
        <a:xfrm>
          <a:off x="384157" y="1627562"/>
          <a:ext cx="353051" cy="7751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5177"/>
              </a:lnTo>
              <a:lnTo>
                <a:pt x="353051" y="7751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F03D55-9583-4997-B4B3-A1BB5388391A}">
      <dsp:nvSpPr>
        <dsp:cNvPr id="0" name=""/>
        <dsp:cNvSpPr/>
      </dsp:nvSpPr>
      <dsp:spPr>
        <a:xfrm>
          <a:off x="384157" y="1627562"/>
          <a:ext cx="353051" cy="2302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250"/>
              </a:lnTo>
              <a:lnTo>
                <a:pt x="353051" y="2302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09C748-4D87-46AF-A1E6-22DDD48D4453}">
      <dsp:nvSpPr>
        <dsp:cNvPr id="0" name=""/>
        <dsp:cNvSpPr/>
      </dsp:nvSpPr>
      <dsp:spPr>
        <a:xfrm>
          <a:off x="384157" y="1082635"/>
          <a:ext cx="2321694" cy="161175"/>
        </a:xfrm>
        <a:custGeom>
          <a:avLst/>
          <a:gdLst/>
          <a:ahLst/>
          <a:cxnLst/>
          <a:rect l="0" t="0" r="0" b="0"/>
          <a:pathLst>
            <a:path>
              <a:moveTo>
                <a:pt x="2321694" y="0"/>
              </a:moveTo>
              <a:lnTo>
                <a:pt x="2321694" y="80587"/>
              </a:lnTo>
              <a:lnTo>
                <a:pt x="0" y="80587"/>
              </a:lnTo>
              <a:lnTo>
                <a:pt x="0" y="1611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E0E17C-930B-48D4-B526-46AD644A1590}">
      <dsp:nvSpPr>
        <dsp:cNvPr id="0" name=""/>
        <dsp:cNvSpPr/>
      </dsp:nvSpPr>
      <dsp:spPr>
        <a:xfrm>
          <a:off x="2513976" y="698884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BF9208-724D-49AE-B9DF-1CFCAE4F1209}">
      <dsp:nvSpPr>
        <dsp:cNvPr id="0" name=""/>
        <dsp:cNvSpPr/>
      </dsp:nvSpPr>
      <dsp:spPr>
        <a:xfrm>
          <a:off x="2513976" y="698884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630884-AD44-46F8-B31C-79A22C0CF1FF}">
      <dsp:nvSpPr>
        <dsp:cNvPr id="0" name=""/>
        <dsp:cNvSpPr/>
      </dsp:nvSpPr>
      <dsp:spPr>
        <a:xfrm>
          <a:off x="2322100" y="767959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Travel Directors</a:t>
          </a:r>
        </a:p>
      </dsp:txBody>
      <dsp:txXfrm>
        <a:off x="2322100" y="767959"/>
        <a:ext cx="767502" cy="245600"/>
      </dsp:txXfrm>
    </dsp:sp>
    <dsp:sp modelId="{06C0EEE7-83B3-4C03-ABC7-8BAC93EE30BC}">
      <dsp:nvSpPr>
        <dsp:cNvPr id="0" name=""/>
        <dsp:cNvSpPr/>
      </dsp:nvSpPr>
      <dsp:spPr>
        <a:xfrm>
          <a:off x="192281" y="1243811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39A941-14FD-4F8A-902A-AD8706F691A4}">
      <dsp:nvSpPr>
        <dsp:cNvPr id="0" name=""/>
        <dsp:cNvSpPr/>
      </dsp:nvSpPr>
      <dsp:spPr>
        <a:xfrm>
          <a:off x="192281" y="1243811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4A9F4A-45D9-47B9-86EC-43E9BFA50449}">
      <dsp:nvSpPr>
        <dsp:cNvPr id="0" name=""/>
        <dsp:cNvSpPr/>
      </dsp:nvSpPr>
      <dsp:spPr>
        <a:xfrm>
          <a:off x="405" y="1312886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New York</a:t>
          </a:r>
        </a:p>
      </dsp:txBody>
      <dsp:txXfrm>
        <a:off x="405" y="1312886"/>
        <a:ext cx="767502" cy="245600"/>
      </dsp:txXfrm>
    </dsp:sp>
    <dsp:sp modelId="{EDCE57CC-9FD2-40AD-A5EB-1210D7044BCF}">
      <dsp:nvSpPr>
        <dsp:cNvPr id="0" name=""/>
        <dsp:cNvSpPr/>
      </dsp:nvSpPr>
      <dsp:spPr>
        <a:xfrm>
          <a:off x="691157" y="1788737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AE0253-37B4-4470-B0EA-B9A319757256}">
      <dsp:nvSpPr>
        <dsp:cNvPr id="0" name=""/>
        <dsp:cNvSpPr/>
      </dsp:nvSpPr>
      <dsp:spPr>
        <a:xfrm>
          <a:off x="691157" y="1788737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208451-807B-47A0-B718-AA81C165810B}">
      <dsp:nvSpPr>
        <dsp:cNvPr id="0" name=""/>
        <dsp:cNvSpPr/>
      </dsp:nvSpPr>
      <dsp:spPr>
        <a:xfrm>
          <a:off x="499282" y="1857812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Nick Klassen</a:t>
          </a:r>
        </a:p>
      </dsp:txBody>
      <dsp:txXfrm>
        <a:off x="499282" y="1857812"/>
        <a:ext cx="767502" cy="245600"/>
      </dsp:txXfrm>
    </dsp:sp>
    <dsp:sp modelId="{46CD79F3-E23D-45A1-8C3A-1430FF58FAF1}">
      <dsp:nvSpPr>
        <dsp:cNvPr id="0" name=""/>
        <dsp:cNvSpPr/>
      </dsp:nvSpPr>
      <dsp:spPr>
        <a:xfrm>
          <a:off x="691157" y="2333664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1D30C0-C020-4D9C-9295-9288063FA9EE}">
      <dsp:nvSpPr>
        <dsp:cNvPr id="0" name=""/>
        <dsp:cNvSpPr/>
      </dsp:nvSpPr>
      <dsp:spPr>
        <a:xfrm>
          <a:off x="691157" y="2333664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E787-0B03-4FCE-865D-C1B080637D3F}">
      <dsp:nvSpPr>
        <dsp:cNvPr id="0" name=""/>
        <dsp:cNvSpPr/>
      </dsp:nvSpPr>
      <dsp:spPr>
        <a:xfrm>
          <a:off x="499282" y="2402739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Madison Cowell</a:t>
          </a:r>
        </a:p>
      </dsp:txBody>
      <dsp:txXfrm>
        <a:off x="499282" y="2402739"/>
        <a:ext cx="767502" cy="245600"/>
      </dsp:txXfrm>
    </dsp:sp>
    <dsp:sp modelId="{3CD0C32B-0ADB-4E9A-B452-A7A64DB5E304}">
      <dsp:nvSpPr>
        <dsp:cNvPr id="0" name=""/>
        <dsp:cNvSpPr/>
      </dsp:nvSpPr>
      <dsp:spPr>
        <a:xfrm>
          <a:off x="1120959" y="1243811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9F2AFA-D443-4518-858B-1EFDF13F8911}">
      <dsp:nvSpPr>
        <dsp:cNvPr id="0" name=""/>
        <dsp:cNvSpPr/>
      </dsp:nvSpPr>
      <dsp:spPr>
        <a:xfrm>
          <a:off x="1120959" y="1243811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E578DA-045C-43A6-B8CA-045BDFF6DB00}">
      <dsp:nvSpPr>
        <dsp:cNvPr id="0" name=""/>
        <dsp:cNvSpPr/>
      </dsp:nvSpPr>
      <dsp:spPr>
        <a:xfrm>
          <a:off x="929083" y="1312886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London</a:t>
          </a:r>
        </a:p>
      </dsp:txBody>
      <dsp:txXfrm>
        <a:off x="929083" y="1312886"/>
        <a:ext cx="767502" cy="245600"/>
      </dsp:txXfrm>
    </dsp:sp>
    <dsp:sp modelId="{1887ECEC-ED5F-4E97-A654-E90F3F7D77FB}">
      <dsp:nvSpPr>
        <dsp:cNvPr id="0" name=""/>
        <dsp:cNvSpPr/>
      </dsp:nvSpPr>
      <dsp:spPr>
        <a:xfrm>
          <a:off x="1619835" y="1788737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3943C4-8969-432D-9212-9952D6885EE8}">
      <dsp:nvSpPr>
        <dsp:cNvPr id="0" name=""/>
        <dsp:cNvSpPr/>
      </dsp:nvSpPr>
      <dsp:spPr>
        <a:xfrm>
          <a:off x="1619835" y="1788737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63AC89-E298-4BD8-8CA4-951B7E0DF6EA}">
      <dsp:nvSpPr>
        <dsp:cNvPr id="0" name=""/>
        <dsp:cNvSpPr/>
      </dsp:nvSpPr>
      <dsp:spPr>
        <a:xfrm>
          <a:off x="1427960" y="1857812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Andrew McSweeney</a:t>
          </a:r>
        </a:p>
      </dsp:txBody>
      <dsp:txXfrm>
        <a:off x="1427960" y="1857812"/>
        <a:ext cx="767502" cy="245600"/>
      </dsp:txXfrm>
    </dsp:sp>
    <dsp:sp modelId="{3E92FEF2-A7CE-4A05-B12E-18A759C85E23}">
      <dsp:nvSpPr>
        <dsp:cNvPr id="0" name=""/>
        <dsp:cNvSpPr/>
      </dsp:nvSpPr>
      <dsp:spPr>
        <a:xfrm>
          <a:off x="2049637" y="1243811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21E60F-AF9C-4050-87B9-1AE016E72B6C}">
      <dsp:nvSpPr>
        <dsp:cNvPr id="0" name=""/>
        <dsp:cNvSpPr/>
      </dsp:nvSpPr>
      <dsp:spPr>
        <a:xfrm>
          <a:off x="2049637" y="1243811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847931-B423-4EA9-AF69-CFA1079AA7C7}">
      <dsp:nvSpPr>
        <dsp:cNvPr id="0" name=""/>
        <dsp:cNvSpPr/>
      </dsp:nvSpPr>
      <dsp:spPr>
        <a:xfrm>
          <a:off x="1857761" y="1312886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Toyko</a:t>
          </a:r>
        </a:p>
      </dsp:txBody>
      <dsp:txXfrm>
        <a:off x="1857761" y="1312886"/>
        <a:ext cx="767502" cy="245600"/>
      </dsp:txXfrm>
    </dsp:sp>
    <dsp:sp modelId="{1AC54D59-AAE9-41A5-B773-24B1494F3A7C}">
      <dsp:nvSpPr>
        <dsp:cNvPr id="0" name=""/>
        <dsp:cNvSpPr/>
      </dsp:nvSpPr>
      <dsp:spPr>
        <a:xfrm>
          <a:off x="2548513" y="1788737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079DAE-94E1-4BAC-965E-74109AD70D33}">
      <dsp:nvSpPr>
        <dsp:cNvPr id="0" name=""/>
        <dsp:cNvSpPr/>
      </dsp:nvSpPr>
      <dsp:spPr>
        <a:xfrm>
          <a:off x="2548513" y="1788737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27A804-2895-45C2-BB2D-280CFFD41C47}">
      <dsp:nvSpPr>
        <dsp:cNvPr id="0" name=""/>
        <dsp:cNvSpPr/>
      </dsp:nvSpPr>
      <dsp:spPr>
        <a:xfrm>
          <a:off x="2356638" y="1857812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Kanda Yamoto</a:t>
          </a:r>
        </a:p>
      </dsp:txBody>
      <dsp:txXfrm>
        <a:off x="2356638" y="1857812"/>
        <a:ext cx="767502" cy="245600"/>
      </dsp:txXfrm>
    </dsp:sp>
    <dsp:sp modelId="{2346DC78-3576-4336-BE4D-F908F11368D8}">
      <dsp:nvSpPr>
        <dsp:cNvPr id="0" name=""/>
        <dsp:cNvSpPr/>
      </dsp:nvSpPr>
      <dsp:spPr>
        <a:xfrm>
          <a:off x="2548513" y="2333664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785490-DD0D-4EC3-B2BA-30FCFB641990}">
      <dsp:nvSpPr>
        <dsp:cNvPr id="0" name=""/>
        <dsp:cNvSpPr/>
      </dsp:nvSpPr>
      <dsp:spPr>
        <a:xfrm>
          <a:off x="2548513" y="2333664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83C823-B5E0-44F1-B175-6488576428FC}">
      <dsp:nvSpPr>
        <dsp:cNvPr id="0" name=""/>
        <dsp:cNvSpPr/>
      </dsp:nvSpPr>
      <dsp:spPr>
        <a:xfrm>
          <a:off x="2356638" y="2402739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Christie Akira</a:t>
          </a:r>
        </a:p>
      </dsp:txBody>
      <dsp:txXfrm>
        <a:off x="2356638" y="2402739"/>
        <a:ext cx="767502" cy="245600"/>
      </dsp:txXfrm>
    </dsp:sp>
    <dsp:sp modelId="{0D2051F1-0D82-4B5C-8676-94C7B069B22D}">
      <dsp:nvSpPr>
        <dsp:cNvPr id="0" name=""/>
        <dsp:cNvSpPr/>
      </dsp:nvSpPr>
      <dsp:spPr>
        <a:xfrm>
          <a:off x="2978315" y="1243811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E06EEF-01F8-4252-9752-528452127FE6}">
      <dsp:nvSpPr>
        <dsp:cNvPr id="0" name=""/>
        <dsp:cNvSpPr/>
      </dsp:nvSpPr>
      <dsp:spPr>
        <a:xfrm>
          <a:off x="2978315" y="1243811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122DFA-08DD-4C9D-AABC-215CD25C7594}">
      <dsp:nvSpPr>
        <dsp:cNvPr id="0" name=""/>
        <dsp:cNvSpPr/>
      </dsp:nvSpPr>
      <dsp:spPr>
        <a:xfrm>
          <a:off x="2786439" y="1312886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Toronto</a:t>
          </a:r>
        </a:p>
      </dsp:txBody>
      <dsp:txXfrm>
        <a:off x="2786439" y="1312886"/>
        <a:ext cx="767502" cy="245600"/>
      </dsp:txXfrm>
    </dsp:sp>
    <dsp:sp modelId="{C7170EC9-F5A3-446B-BE9D-E78F7CE81D56}">
      <dsp:nvSpPr>
        <dsp:cNvPr id="0" name=""/>
        <dsp:cNvSpPr/>
      </dsp:nvSpPr>
      <dsp:spPr>
        <a:xfrm>
          <a:off x="3477191" y="1788737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A56D21-3DD7-4C48-8D24-165B1CD1F70F}">
      <dsp:nvSpPr>
        <dsp:cNvPr id="0" name=""/>
        <dsp:cNvSpPr/>
      </dsp:nvSpPr>
      <dsp:spPr>
        <a:xfrm>
          <a:off x="3477191" y="1788737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D95728-4152-4C1A-98C3-EAD538EA3E68}">
      <dsp:nvSpPr>
        <dsp:cNvPr id="0" name=""/>
        <dsp:cNvSpPr/>
      </dsp:nvSpPr>
      <dsp:spPr>
        <a:xfrm>
          <a:off x="3285316" y="1857812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Toby Belanger</a:t>
          </a:r>
        </a:p>
      </dsp:txBody>
      <dsp:txXfrm>
        <a:off x="3285316" y="1857812"/>
        <a:ext cx="767502" cy="245600"/>
      </dsp:txXfrm>
    </dsp:sp>
    <dsp:sp modelId="{60F7F8AF-7704-42F3-9378-09D65CA90C34}">
      <dsp:nvSpPr>
        <dsp:cNvPr id="0" name=""/>
        <dsp:cNvSpPr/>
      </dsp:nvSpPr>
      <dsp:spPr>
        <a:xfrm>
          <a:off x="3906992" y="1243811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7A8D07-1003-45B5-A490-962032253B20}">
      <dsp:nvSpPr>
        <dsp:cNvPr id="0" name=""/>
        <dsp:cNvSpPr/>
      </dsp:nvSpPr>
      <dsp:spPr>
        <a:xfrm>
          <a:off x="3906992" y="1243811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B52046-D916-4777-87A3-62D07369B8D8}">
      <dsp:nvSpPr>
        <dsp:cNvPr id="0" name=""/>
        <dsp:cNvSpPr/>
      </dsp:nvSpPr>
      <dsp:spPr>
        <a:xfrm>
          <a:off x="3715117" y="1312886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Cape Town</a:t>
          </a:r>
        </a:p>
      </dsp:txBody>
      <dsp:txXfrm>
        <a:off x="3715117" y="1312886"/>
        <a:ext cx="767502" cy="245600"/>
      </dsp:txXfrm>
    </dsp:sp>
    <dsp:sp modelId="{AFC89839-B3BA-41FC-BDE1-AAC8CB8E99F4}">
      <dsp:nvSpPr>
        <dsp:cNvPr id="0" name=""/>
        <dsp:cNvSpPr/>
      </dsp:nvSpPr>
      <dsp:spPr>
        <a:xfrm>
          <a:off x="4405869" y="1788737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EE4EB5-8A5A-43FC-8E95-2CE5FDB01EBE}">
      <dsp:nvSpPr>
        <dsp:cNvPr id="0" name=""/>
        <dsp:cNvSpPr/>
      </dsp:nvSpPr>
      <dsp:spPr>
        <a:xfrm>
          <a:off x="4405869" y="1788737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AE0BD3-D404-4EB0-87A0-3FB02ED85F26}">
      <dsp:nvSpPr>
        <dsp:cNvPr id="0" name=""/>
        <dsp:cNvSpPr/>
      </dsp:nvSpPr>
      <dsp:spPr>
        <a:xfrm>
          <a:off x="4213993" y="1857812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Jamie Gibson</a:t>
          </a:r>
        </a:p>
      </dsp:txBody>
      <dsp:txXfrm>
        <a:off x="4213993" y="1857812"/>
        <a:ext cx="767502" cy="245600"/>
      </dsp:txXfrm>
    </dsp:sp>
    <dsp:sp modelId="{BD9D0852-3129-42AD-AFCE-09928566B0C5}">
      <dsp:nvSpPr>
        <dsp:cNvPr id="0" name=""/>
        <dsp:cNvSpPr/>
      </dsp:nvSpPr>
      <dsp:spPr>
        <a:xfrm>
          <a:off x="4835670" y="1243811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3E41E3-5C31-4B9B-900D-BB928F572B65}">
      <dsp:nvSpPr>
        <dsp:cNvPr id="0" name=""/>
        <dsp:cNvSpPr/>
      </dsp:nvSpPr>
      <dsp:spPr>
        <a:xfrm>
          <a:off x="4835670" y="1243811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1E365D-76F6-411E-B440-5D7181A642D0}">
      <dsp:nvSpPr>
        <dsp:cNvPr id="0" name=""/>
        <dsp:cNvSpPr/>
      </dsp:nvSpPr>
      <dsp:spPr>
        <a:xfrm>
          <a:off x="4643795" y="1312886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Sydney</a:t>
          </a:r>
        </a:p>
      </dsp:txBody>
      <dsp:txXfrm>
        <a:off x="4643795" y="1312886"/>
        <a:ext cx="767502" cy="245600"/>
      </dsp:txXfrm>
    </dsp:sp>
    <dsp:sp modelId="{4DFC77D0-F9E7-46C3-828F-A57F533A607F}">
      <dsp:nvSpPr>
        <dsp:cNvPr id="0" name=""/>
        <dsp:cNvSpPr/>
      </dsp:nvSpPr>
      <dsp:spPr>
        <a:xfrm>
          <a:off x="5334547" y="1788737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0C3D56-DA60-42CF-A096-EBFDD7F7A5FA}">
      <dsp:nvSpPr>
        <dsp:cNvPr id="0" name=""/>
        <dsp:cNvSpPr/>
      </dsp:nvSpPr>
      <dsp:spPr>
        <a:xfrm>
          <a:off x="5334547" y="1788737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89592B-58FE-4B0C-BAAA-4B7DE77D4E91}">
      <dsp:nvSpPr>
        <dsp:cNvPr id="0" name=""/>
        <dsp:cNvSpPr/>
      </dsp:nvSpPr>
      <dsp:spPr>
        <a:xfrm>
          <a:off x="5142671" y="1857812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Lawrence Jang</a:t>
          </a:r>
        </a:p>
      </dsp:txBody>
      <dsp:txXfrm>
        <a:off x="5142671" y="1857812"/>
        <a:ext cx="767502" cy="245600"/>
      </dsp:txXfrm>
    </dsp:sp>
    <dsp:sp modelId="{5A70883D-554A-47F5-B69A-2568EDF6BE35}">
      <dsp:nvSpPr>
        <dsp:cNvPr id="0" name=""/>
        <dsp:cNvSpPr/>
      </dsp:nvSpPr>
      <dsp:spPr>
        <a:xfrm>
          <a:off x="5334547" y="2333664"/>
          <a:ext cx="383751" cy="383751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141916-6BAB-428A-84A9-EE056A32EF53}">
      <dsp:nvSpPr>
        <dsp:cNvPr id="0" name=""/>
        <dsp:cNvSpPr/>
      </dsp:nvSpPr>
      <dsp:spPr>
        <a:xfrm>
          <a:off x="5334547" y="2333664"/>
          <a:ext cx="383751" cy="383751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7CEC6E-537F-4914-9426-640363846C60}">
      <dsp:nvSpPr>
        <dsp:cNvPr id="0" name=""/>
        <dsp:cNvSpPr/>
      </dsp:nvSpPr>
      <dsp:spPr>
        <a:xfrm>
          <a:off x="5142671" y="2402739"/>
          <a:ext cx="767502" cy="24560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Curtis Gorski</a:t>
          </a:r>
        </a:p>
      </dsp:txBody>
      <dsp:txXfrm>
        <a:off x="5142671" y="2402739"/>
        <a:ext cx="767502" cy="2456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8C8E5-315A-4D78-B5D8-DAEB362BC039}"/>
</file>

<file path=customXml/itemProps2.xml><?xml version="1.0" encoding="utf-8"?>
<ds:datastoreItem xmlns:ds="http://schemas.openxmlformats.org/officeDocument/2006/customXml" ds:itemID="{46C43CED-FE70-4B51-B4D8-874DBF17800F}"/>
</file>

<file path=customXml/itemProps3.xml><?xml version="1.0" encoding="utf-8"?>
<ds:datastoreItem xmlns:ds="http://schemas.openxmlformats.org/officeDocument/2006/customXml" ds:itemID="{6376401C-4CA4-48C7-947A-50F45A1A255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 Learning Solutions Inc.</dc:creator>
  <cp:lastModifiedBy>Tolano Adventures</cp:lastModifiedBy>
  <cp:revision>3</cp:revision>
  <cp:lastPrinted>2010-03-15T18:55:00Z</cp:lastPrinted>
  <dcterms:created xsi:type="dcterms:W3CDTF">2010-04-01T20:58:00Z</dcterms:created>
  <dcterms:modified xsi:type="dcterms:W3CDTF">2010-04-27T17:52:00Z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